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9D0DE" w14:textId="77777777" w:rsidR="00C6203F" w:rsidRDefault="00C6203F" w:rsidP="00F1770F">
      <w:pPr>
        <w:spacing w:after="40"/>
      </w:pPr>
      <w:r>
        <w:rPr>
          <w:noProof/>
          <w:lang w:bidi="nl-NL"/>
        </w:rPr>
        <mc:AlternateContent>
          <mc:Choice Requires="wpg">
            <w:drawing>
              <wp:anchor distT="0" distB="0" distL="114300" distR="114300" simplePos="0" relativeHeight="251712512" behindDoc="1" locked="1" layoutInCell="1" allowOverlap="1" wp14:anchorId="348A2607" wp14:editId="6DE8A7DD">
                <wp:simplePos x="0" y="0"/>
                <wp:positionH relativeFrom="column">
                  <wp:posOffset>-8890</wp:posOffset>
                </wp:positionH>
                <wp:positionV relativeFrom="paragraph">
                  <wp:posOffset>-233045</wp:posOffset>
                </wp:positionV>
                <wp:extent cx="7132320" cy="9610344"/>
                <wp:effectExtent l="0" t="0" r="0" b="0"/>
                <wp:wrapNone/>
                <wp:docPr id="5" name="Groep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32320" cy="9610344"/>
                          <a:chOff x="0" y="0"/>
                          <a:chExt cx="7330440" cy="9613900"/>
                        </a:xfrm>
                      </wpg:grpSpPr>
                      <wpg:grpSp>
                        <wpg:cNvPr id="2" name="Groep 2"/>
                        <wpg:cNvGrpSpPr/>
                        <wpg:grpSpPr>
                          <a:xfrm>
                            <a:off x="0" y="0"/>
                            <a:ext cx="7330440" cy="9613900"/>
                            <a:chOff x="0" y="0"/>
                            <a:chExt cx="7330440" cy="9613900"/>
                          </a:xfrm>
                        </wpg:grpSpPr>
                        <wps:wsp>
                          <wps:cNvPr id="328855400" name="Vrije vorm 328855400"/>
                          <wps:cNvSpPr/>
                          <wps:spPr>
                            <a:xfrm>
                              <a:off x="22860" y="5913120"/>
                              <a:ext cx="3101339" cy="1727199"/>
                            </a:xfrm>
                            <a:custGeom>
                              <a:avLst/>
                              <a:gdLst>
                                <a:gd name="connsiteX0" fmla="*/ 2948940 w 3101339"/>
                                <a:gd name="connsiteY0" fmla="*/ 1727200 h 1727199"/>
                                <a:gd name="connsiteX1" fmla="*/ 152400 w 3101339"/>
                                <a:gd name="connsiteY1" fmla="*/ 1727200 h 1727199"/>
                                <a:gd name="connsiteX2" fmla="*/ 0 w 3101339"/>
                                <a:gd name="connsiteY2" fmla="*/ 1574800 h 1727199"/>
                                <a:gd name="connsiteX3" fmla="*/ 0 w 3101339"/>
                                <a:gd name="connsiteY3" fmla="*/ 152400 h 1727199"/>
                                <a:gd name="connsiteX4" fmla="*/ 152400 w 3101339"/>
                                <a:gd name="connsiteY4" fmla="*/ 0 h 1727199"/>
                                <a:gd name="connsiteX5" fmla="*/ 2948940 w 3101339"/>
                                <a:gd name="connsiteY5" fmla="*/ 0 h 1727199"/>
                                <a:gd name="connsiteX6" fmla="*/ 3101340 w 3101339"/>
                                <a:gd name="connsiteY6" fmla="*/ 152400 h 1727199"/>
                                <a:gd name="connsiteX7" fmla="*/ 3101340 w 3101339"/>
                                <a:gd name="connsiteY7" fmla="*/ 1574800 h 1727199"/>
                                <a:gd name="connsiteX8" fmla="*/ 2948940 w 3101339"/>
                                <a:gd name="connsiteY8" fmla="*/ 1727200 h 17271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101339" h="1727199">
                                  <a:moveTo>
                                    <a:pt x="2948940" y="1727200"/>
                                  </a:moveTo>
                                  <a:lnTo>
                                    <a:pt x="152400" y="1727200"/>
                                  </a:lnTo>
                                  <a:cubicBezTo>
                                    <a:pt x="68580" y="1727200"/>
                                    <a:pt x="0" y="1658620"/>
                                    <a:pt x="0" y="1574800"/>
                                  </a:cubicBezTo>
                                  <a:lnTo>
                                    <a:pt x="0" y="152400"/>
                                  </a:lnTo>
                                  <a:cubicBezTo>
                                    <a:pt x="0" y="68580"/>
                                    <a:pt x="68580" y="0"/>
                                    <a:pt x="152400" y="0"/>
                                  </a:cubicBezTo>
                                  <a:lnTo>
                                    <a:pt x="2948940" y="0"/>
                                  </a:lnTo>
                                  <a:cubicBezTo>
                                    <a:pt x="3032760" y="0"/>
                                    <a:pt x="3101340" y="68580"/>
                                    <a:pt x="3101340" y="152400"/>
                                  </a:cubicBezTo>
                                  <a:lnTo>
                                    <a:pt x="3101340" y="1574800"/>
                                  </a:lnTo>
                                  <a:cubicBezTo>
                                    <a:pt x="3101340" y="1658620"/>
                                    <a:pt x="3032760" y="1727200"/>
                                    <a:pt x="2948940" y="17272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38810A38" w14:textId="11D8CDA5" w:rsidR="008F46E2" w:rsidRPr="00B117D5" w:rsidRDefault="008F46E2" w:rsidP="008F46E2">
                                <w:pPr>
                                  <w:pStyle w:val="Naamvanevenement-groen"/>
                                </w:pPr>
                                <w:sdt>
                                  <w:sdtPr>
                                    <w:id w:val="-1126922002"/>
                                    <w:placeholder>
                                      <w:docPart w:val="C0C377A867144349BB685F25124DAF87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t xml:space="preserve">Hoe - </w:t>
                                    </w:r>
                                    <w:r>
                                      <w:t>eigenwijs</w:t>
                                    </w:r>
                                  </w:sdtContent>
                                </w:sdt>
                                <w:r w:rsidRPr="00F1770F">
                                  <w:rPr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p w14:paraId="4971D0F9" w14:textId="476EE862" w:rsidR="008F46E2" w:rsidRPr="00F40766" w:rsidRDefault="008F46E2" w:rsidP="008F46E2">
                                <w:pPr>
                                  <w:pStyle w:val="Ticketgroen"/>
                                  <w:rPr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sz w:val="28"/>
                                      <w:szCs w:val="28"/>
                                    </w:rPr>
                                    <w:id w:val="1857231265"/>
                                    <w:placeholder>
                                      <w:docPart w:val="2EEB3A0053984C19B9FEEB9E21E3B5AE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>E</w:t>
                                    </w:r>
                                    <w:r w:rsidRPr="00F40766"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>igenwijze mensen</w:t>
                                    </w:r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 xml:space="preserve"> zijn echte kunstenaars</w:t>
                                    </w:r>
                                  </w:sdtContent>
                                </w:sdt>
                                <w:r w:rsidRPr="00F40766">
                                  <w:rPr>
                                    <w:caps w:val="0"/>
                                    <w:sz w:val="28"/>
                                    <w:szCs w:val="28"/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p w14:paraId="1D9E90BF" w14:textId="77777777" w:rsidR="008F46E2" w:rsidRDefault="008F46E2" w:rsidP="008F46E2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82513681" name="Vrije vorm 1382513681"/>
                          <wps:cNvSpPr/>
                          <wps:spPr>
                            <a:xfrm>
                              <a:off x="22860" y="7886700"/>
                              <a:ext cx="3101340" cy="1727200"/>
                            </a:xfrm>
                            <a:custGeom>
                              <a:avLst/>
                              <a:gdLst>
                                <a:gd name="connsiteX0" fmla="*/ 2948940 w 3101340"/>
                                <a:gd name="connsiteY0" fmla="*/ 1727200 h 1727200"/>
                                <a:gd name="connsiteX1" fmla="*/ 152400 w 3101340"/>
                                <a:gd name="connsiteY1" fmla="*/ 1727200 h 1727200"/>
                                <a:gd name="connsiteX2" fmla="*/ 0 w 3101340"/>
                                <a:gd name="connsiteY2" fmla="*/ 1574800 h 1727200"/>
                                <a:gd name="connsiteX3" fmla="*/ 0 w 3101340"/>
                                <a:gd name="connsiteY3" fmla="*/ 152400 h 1727200"/>
                                <a:gd name="connsiteX4" fmla="*/ 152400 w 3101340"/>
                                <a:gd name="connsiteY4" fmla="*/ 0 h 1727200"/>
                                <a:gd name="connsiteX5" fmla="*/ 2948940 w 3101340"/>
                                <a:gd name="connsiteY5" fmla="*/ 0 h 1727200"/>
                                <a:gd name="connsiteX6" fmla="*/ 3101340 w 3101340"/>
                                <a:gd name="connsiteY6" fmla="*/ 152400 h 1727200"/>
                                <a:gd name="connsiteX7" fmla="*/ 3101340 w 3101340"/>
                                <a:gd name="connsiteY7" fmla="*/ 1574800 h 1727200"/>
                                <a:gd name="connsiteX8" fmla="*/ 2948940 w 3101340"/>
                                <a:gd name="connsiteY8" fmla="*/ 1727200 h 1727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101340" h="1727200">
                                  <a:moveTo>
                                    <a:pt x="2948940" y="1727200"/>
                                  </a:moveTo>
                                  <a:lnTo>
                                    <a:pt x="152400" y="1727200"/>
                                  </a:lnTo>
                                  <a:cubicBezTo>
                                    <a:pt x="68580" y="1727200"/>
                                    <a:pt x="0" y="1658621"/>
                                    <a:pt x="0" y="1574800"/>
                                  </a:cubicBezTo>
                                  <a:lnTo>
                                    <a:pt x="0" y="152400"/>
                                  </a:lnTo>
                                  <a:cubicBezTo>
                                    <a:pt x="0" y="68580"/>
                                    <a:pt x="68580" y="0"/>
                                    <a:pt x="152400" y="0"/>
                                  </a:cubicBezTo>
                                  <a:lnTo>
                                    <a:pt x="2948940" y="0"/>
                                  </a:lnTo>
                                  <a:cubicBezTo>
                                    <a:pt x="3032760" y="0"/>
                                    <a:pt x="3101340" y="68580"/>
                                    <a:pt x="3101340" y="152400"/>
                                  </a:cubicBezTo>
                                  <a:lnTo>
                                    <a:pt x="3101340" y="1574800"/>
                                  </a:lnTo>
                                  <a:cubicBezTo>
                                    <a:pt x="3101340" y="1658621"/>
                                    <a:pt x="3032760" y="1727200"/>
                                    <a:pt x="2948940" y="17272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4869C1E8" w14:textId="0A53A252" w:rsidR="008F46E2" w:rsidRPr="00B117D5" w:rsidRDefault="008F46E2" w:rsidP="008F46E2">
                                <w:pPr>
                                  <w:pStyle w:val="Naamvanevenement-groen"/>
                                </w:pPr>
                                <w:sdt>
                                  <w:sdtPr>
                                    <w:id w:val="-2066556423"/>
                                    <w:placeholder>
                                      <w:docPart w:val="49FF0000ED5545DE994A1ACA4B04FAF8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t xml:space="preserve">Hoe - </w:t>
                                    </w:r>
                                    <w:r>
                                      <w:t>eigenwijs</w:t>
                                    </w:r>
                                  </w:sdtContent>
                                </w:sdt>
                                <w:r w:rsidRPr="00F1770F">
                                  <w:rPr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p w14:paraId="1C40C90F" w14:textId="149BA659" w:rsidR="008F46E2" w:rsidRPr="00F40766" w:rsidRDefault="008F46E2" w:rsidP="008F46E2">
                                <w:pPr>
                                  <w:pStyle w:val="Ticketgroen"/>
                                  <w:rPr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sz w:val="28"/>
                                      <w:szCs w:val="28"/>
                                    </w:rPr>
                                    <w:id w:val="-1716962548"/>
                                    <w:placeholder>
                                      <w:docPart w:val="45C7C7FB6C994E02953FD57B0C39C331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>E</w:t>
                                    </w:r>
                                    <w:r w:rsidRPr="00F40766"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 xml:space="preserve">igenwijze mensen </w:t>
                                    </w:r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>zijn grappig</w:t>
                                    </w:r>
                                  </w:sdtContent>
                                </w:sdt>
                                <w:r w:rsidRPr="00F40766">
                                  <w:rPr>
                                    <w:caps w:val="0"/>
                                    <w:sz w:val="28"/>
                                    <w:szCs w:val="28"/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p w14:paraId="4052206B" w14:textId="77777777" w:rsidR="008F46E2" w:rsidRDefault="008F46E2" w:rsidP="008F46E2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37452695" name="Vrije vorm 1237452695"/>
                          <wps:cNvSpPr/>
                          <wps:spPr>
                            <a:xfrm>
                              <a:off x="7620" y="0"/>
                              <a:ext cx="3101340" cy="1727086"/>
                            </a:xfrm>
                            <a:custGeom>
                              <a:avLst/>
                              <a:gdLst>
                                <a:gd name="connsiteX0" fmla="*/ 2948940 w 3101340"/>
                                <a:gd name="connsiteY0" fmla="*/ 1727200 h 1727200"/>
                                <a:gd name="connsiteX1" fmla="*/ 152400 w 3101340"/>
                                <a:gd name="connsiteY1" fmla="*/ 1727200 h 1727200"/>
                                <a:gd name="connsiteX2" fmla="*/ 0 w 3101340"/>
                                <a:gd name="connsiteY2" fmla="*/ 1574800 h 1727200"/>
                                <a:gd name="connsiteX3" fmla="*/ 0 w 3101340"/>
                                <a:gd name="connsiteY3" fmla="*/ 152400 h 1727200"/>
                                <a:gd name="connsiteX4" fmla="*/ 152400 w 3101340"/>
                                <a:gd name="connsiteY4" fmla="*/ 0 h 1727200"/>
                                <a:gd name="connsiteX5" fmla="*/ 2948940 w 3101340"/>
                                <a:gd name="connsiteY5" fmla="*/ 0 h 1727200"/>
                                <a:gd name="connsiteX6" fmla="*/ 3101340 w 3101340"/>
                                <a:gd name="connsiteY6" fmla="*/ 152400 h 1727200"/>
                                <a:gd name="connsiteX7" fmla="*/ 3101340 w 3101340"/>
                                <a:gd name="connsiteY7" fmla="*/ 1574800 h 1727200"/>
                                <a:gd name="connsiteX8" fmla="*/ 2948940 w 3101340"/>
                                <a:gd name="connsiteY8" fmla="*/ 1727200 h 1727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101340" h="1727200">
                                  <a:moveTo>
                                    <a:pt x="2948940" y="1727200"/>
                                  </a:moveTo>
                                  <a:lnTo>
                                    <a:pt x="152400" y="1727200"/>
                                  </a:lnTo>
                                  <a:cubicBezTo>
                                    <a:pt x="68580" y="1727200"/>
                                    <a:pt x="0" y="1658620"/>
                                    <a:pt x="0" y="1574800"/>
                                  </a:cubicBezTo>
                                  <a:lnTo>
                                    <a:pt x="0" y="152400"/>
                                  </a:lnTo>
                                  <a:cubicBezTo>
                                    <a:pt x="0" y="68580"/>
                                    <a:pt x="68580" y="0"/>
                                    <a:pt x="152400" y="0"/>
                                  </a:cubicBezTo>
                                  <a:lnTo>
                                    <a:pt x="2948940" y="0"/>
                                  </a:lnTo>
                                  <a:cubicBezTo>
                                    <a:pt x="3032760" y="0"/>
                                    <a:pt x="3101340" y="68580"/>
                                    <a:pt x="3101340" y="152400"/>
                                  </a:cubicBezTo>
                                  <a:lnTo>
                                    <a:pt x="3101340" y="1574800"/>
                                  </a:lnTo>
                                  <a:cubicBezTo>
                                    <a:pt x="3101340" y="1658620"/>
                                    <a:pt x="3032760" y="1727200"/>
                                    <a:pt x="2948940" y="17272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86357998" name="Vrije vorm 786357998"/>
                          <wps:cNvSpPr/>
                          <wps:spPr>
                            <a:xfrm>
                              <a:off x="0" y="1973580"/>
                              <a:ext cx="3101340" cy="1727086"/>
                            </a:xfrm>
                            <a:custGeom>
                              <a:avLst/>
                              <a:gdLst>
                                <a:gd name="connsiteX0" fmla="*/ 2948940 w 3101340"/>
                                <a:gd name="connsiteY0" fmla="*/ 1727200 h 1727200"/>
                                <a:gd name="connsiteX1" fmla="*/ 152400 w 3101340"/>
                                <a:gd name="connsiteY1" fmla="*/ 1727200 h 1727200"/>
                                <a:gd name="connsiteX2" fmla="*/ 0 w 3101340"/>
                                <a:gd name="connsiteY2" fmla="*/ 1574800 h 1727200"/>
                                <a:gd name="connsiteX3" fmla="*/ 0 w 3101340"/>
                                <a:gd name="connsiteY3" fmla="*/ 152400 h 1727200"/>
                                <a:gd name="connsiteX4" fmla="*/ 152400 w 3101340"/>
                                <a:gd name="connsiteY4" fmla="*/ 0 h 1727200"/>
                                <a:gd name="connsiteX5" fmla="*/ 2948940 w 3101340"/>
                                <a:gd name="connsiteY5" fmla="*/ 0 h 1727200"/>
                                <a:gd name="connsiteX6" fmla="*/ 3101340 w 3101340"/>
                                <a:gd name="connsiteY6" fmla="*/ 152400 h 1727200"/>
                                <a:gd name="connsiteX7" fmla="*/ 3101340 w 3101340"/>
                                <a:gd name="connsiteY7" fmla="*/ 1574800 h 1727200"/>
                                <a:gd name="connsiteX8" fmla="*/ 2948940 w 3101340"/>
                                <a:gd name="connsiteY8" fmla="*/ 1727200 h 1727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101340" h="1727200">
                                  <a:moveTo>
                                    <a:pt x="2948940" y="1727200"/>
                                  </a:moveTo>
                                  <a:lnTo>
                                    <a:pt x="152400" y="1727200"/>
                                  </a:lnTo>
                                  <a:cubicBezTo>
                                    <a:pt x="68580" y="1727200"/>
                                    <a:pt x="0" y="1658620"/>
                                    <a:pt x="0" y="1574800"/>
                                  </a:cubicBezTo>
                                  <a:lnTo>
                                    <a:pt x="0" y="152400"/>
                                  </a:lnTo>
                                  <a:cubicBezTo>
                                    <a:pt x="0" y="68580"/>
                                    <a:pt x="68580" y="0"/>
                                    <a:pt x="152400" y="0"/>
                                  </a:cubicBezTo>
                                  <a:lnTo>
                                    <a:pt x="2948940" y="0"/>
                                  </a:lnTo>
                                  <a:cubicBezTo>
                                    <a:pt x="3032760" y="0"/>
                                    <a:pt x="3101340" y="68580"/>
                                    <a:pt x="3101340" y="152400"/>
                                  </a:cubicBezTo>
                                  <a:lnTo>
                                    <a:pt x="3101340" y="1574800"/>
                                  </a:lnTo>
                                  <a:cubicBezTo>
                                    <a:pt x="3101340" y="1658620"/>
                                    <a:pt x="3032760" y="1727200"/>
                                    <a:pt x="2948940" y="17272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4981AC7E" w14:textId="10F94864" w:rsidR="008F46E2" w:rsidRPr="00B117D5" w:rsidRDefault="008F46E2" w:rsidP="008F46E2">
                                <w:pPr>
                                  <w:pStyle w:val="Naamvanevenement-groen"/>
                                </w:pPr>
                                <w:sdt>
                                  <w:sdtPr>
                                    <w:id w:val="1383220848"/>
                                    <w:placeholder>
                                      <w:docPart w:val="9B9CE03BFC474334A7BE470B8A32CB88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t xml:space="preserve">Hoe - </w:t>
                                    </w:r>
                                    <w:r>
                                      <w:t>eigenwijs</w:t>
                                    </w:r>
                                  </w:sdtContent>
                                </w:sdt>
                                <w:r w:rsidRPr="00F1770F">
                                  <w:rPr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p w14:paraId="0EC3293B" w14:textId="542FBCFC" w:rsidR="008F46E2" w:rsidRPr="00F40766" w:rsidRDefault="008F46E2" w:rsidP="008F46E2">
                                <w:pPr>
                                  <w:pStyle w:val="Ticketgroen"/>
                                  <w:rPr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sz w:val="28"/>
                                      <w:szCs w:val="28"/>
                                    </w:rPr>
                                    <w:id w:val="-1891408470"/>
                                    <w:placeholder>
                                      <w:docPart w:val="C25FDD3872024BB9879BD583F70113C7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>E</w:t>
                                    </w:r>
                                    <w:r w:rsidRPr="00F40766"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 xml:space="preserve">igenwijze mensen zijn </w:t>
                                    </w:r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>eenzaam</w:t>
                                    </w:r>
                                  </w:sdtContent>
                                </w:sdt>
                                <w:r w:rsidRPr="00F40766">
                                  <w:rPr>
                                    <w:caps w:val="0"/>
                                    <w:sz w:val="28"/>
                                    <w:szCs w:val="28"/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p w14:paraId="521B7EF7" w14:textId="77777777" w:rsidR="008F46E2" w:rsidRDefault="008F46E2" w:rsidP="008F46E2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4125723" name="Vrije vorm 1644125723"/>
                          <wps:cNvSpPr/>
                          <wps:spPr>
                            <a:xfrm>
                              <a:off x="7620" y="3939540"/>
                              <a:ext cx="3101339" cy="1727086"/>
                            </a:xfrm>
                            <a:custGeom>
                              <a:avLst/>
                              <a:gdLst>
                                <a:gd name="connsiteX0" fmla="*/ 2948940 w 3101339"/>
                                <a:gd name="connsiteY0" fmla="*/ 1727200 h 1727200"/>
                                <a:gd name="connsiteX1" fmla="*/ 152400 w 3101339"/>
                                <a:gd name="connsiteY1" fmla="*/ 1727200 h 1727200"/>
                                <a:gd name="connsiteX2" fmla="*/ 0 w 3101339"/>
                                <a:gd name="connsiteY2" fmla="*/ 1574800 h 1727200"/>
                                <a:gd name="connsiteX3" fmla="*/ 0 w 3101339"/>
                                <a:gd name="connsiteY3" fmla="*/ 152400 h 1727200"/>
                                <a:gd name="connsiteX4" fmla="*/ 152400 w 3101339"/>
                                <a:gd name="connsiteY4" fmla="*/ 0 h 1727200"/>
                                <a:gd name="connsiteX5" fmla="*/ 2948940 w 3101339"/>
                                <a:gd name="connsiteY5" fmla="*/ 0 h 1727200"/>
                                <a:gd name="connsiteX6" fmla="*/ 3101340 w 3101339"/>
                                <a:gd name="connsiteY6" fmla="*/ 152400 h 1727200"/>
                                <a:gd name="connsiteX7" fmla="*/ 3101340 w 3101339"/>
                                <a:gd name="connsiteY7" fmla="*/ 1574800 h 1727200"/>
                                <a:gd name="connsiteX8" fmla="*/ 2948940 w 3101339"/>
                                <a:gd name="connsiteY8" fmla="*/ 1727200 h 1727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101339" h="1727200">
                                  <a:moveTo>
                                    <a:pt x="2948940" y="1727200"/>
                                  </a:moveTo>
                                  <a:lnTo>
                                    <a:pt x="152400" y="1727200"/>
                                  </a:lnTo>
                                  <a:cubicBezTo>
                                    <a:pt x="68580" y="1727200"/>
                                    <a:pt x="0" y="1658620"/>
                                    <a:pt x="0" y="1574800"/>
                                  </a:cubicBezTo>
                                  <a:lnTo>
                                    <a:pt x="0" y="152400"/>
                                  </a:lnTo>
                                  <a:cubicBezTo>
                                    <a:pt x="0" y="68580"/>
                                    <a:pt x="68580" y="0"/>
                                    <a:pt x="152400" y="0"/>
                                  </a:cubicBezTo>
                                  <a:lnTo>
                                    <a:pt x="2948940" y="0"/>
                                  </a:lnTo>
                                  <a:cubicBezTo>
                                    <a:pt x="3032760" y="0"/>
                                    <a:pt x="3101340" y="68580"/>
                                    <a:pt x="3101340" y="152400"/>
                                  </a:cubicBezTo>
                                  <a:lnTo>
                                    <a:pt x="3101340" y="1574800"/>
                                  </a:lnTo>
                                  <a:cubicBezTo>
                                    <a:pt x="3101340" y="1658620"/>
                                    <a:pt x="3032760" y="1727200"/>
                                    <a:pt x="2948940" y="17272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3">
                                <a:lumMod val="20000"/>
                                <a:lumOff val="80000"/>
                              </a:schemeClr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2C046B33" w14:textId="1967F19D" w:rsidR="008F46E2" w:rsidRPr="00B117D5" w:rsidRDefault="008F46E2" w:rsidP="008F46E2">
                                <w:pPr>
                                  <w:pStyle w:val="Naamvanevenement-groen"/>
                                </w:pPr>
                                <w:sdt>
                                  <w:sdtPr>
                                    <w:id w:val="-282658967"/>
                                    <w:placeholder>
                                      <w:docPart w:val="00475F1C30F74F208D5F5B7D942F23C5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t xml:space="preserve">Hoe - </w:t>
                                    </w:r>
                                    <w:r>
                                      <w:t>eigenwijs</w:t>
                                    </w:r>
                                  </w:sdtContent>
                                </w:sdt>
                                <w:r w:rsidRPr="00F1770F">
                                  <w:rPr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p w14:paraId="40914936" w14:textId="3C5A9536" w:rsidR="008F46E2" w:rsidRPr="00F40766" w:rsidRDefault="008F46E2" w:rsidP="008F46E2">
                                <w:pPr>
                                  <w:pStyle w:val="Ticketgroen"/>
                                  <w:rPr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sz w:val="28"/>
                                      <w:szCs w:val="28"/>
                                    </w:rPr>
                                    <w:id w:val="-284810721"/>
                                    <w:placeholder>
                                      <w:docPart w:val="B0EBD7AA7DB244CA8224EE6022AF2F85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>E</w:t>
                                    </w:r>
                                    <w:r w:rsidRPr="00F40766"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 xml:space="preserve">igenwijze mensen </w:t>
                                    </w:r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>denken alleen aan zichzelf</w:t>
                                    </w:r>
                                  </w:sdtContent>
                                </w:sdt>
                              </w:p>
                              <w:p w14:paraId="5AF999D4" w14:textId="77777777" w:rsidR="008F46E2" w:rsidRDefault="008F46E2" w:rsidP="008F46E2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93792056" name="Vrije vorm 393792056"/>
                          <wps:cNvSpPr/>
                          <wps:spPr>
                            <a:xfrm>
                              <a:off x="4221480" y="0"/>
                              <a:ext cx="3101340" cy="1727085"/>
                            </a:xfrm>
                            <a:custGeom>
                              <a:avLst/>
                              <a:gdLst>
                                <a:gd name="connsiteX0" fmla="*/ 2948940 w 3101340"/>
                                <a:gd name="connsiteY0" fmla="*/ 1727200 h 1727199"/>
                                <a:gd name="connsiteX1" fmla="*/ 152400 w 3101340"/>
                                <a:gd name="connsiteY1" fmla="*/ 1727200 h 1727199"/>
                                <a:gd name="connsiteX2" fmla="*/ 0 w 3101340"/>
                                <a:gd name="connsiteY2" fmla="*/ 1574800 h 1727199"/>
                                <a:gd name="connsiteX3" fmla="*/ 0 w 3101340"/>
                                <a:gd name="connsiteY3" fmla="*/ 152400 h 1727199"/>
                                <a:gd name="connsiteX4" fmla="*/ 152400 w 3101340"/>
                                <a:gd name="connsiteY4" fmla="*/ 0 h 1727199"/>
                                <a:gd name="connsiteX5" fmla="*/ 2948940 w 3101340"/>
                                <a:gd name="connsiteY5" fmla="*/ 0 h 1727199"/>
                                <a:gd name="connsiteX6" fmla="*/ 3101340 w 3101340"/>
                                <a:gd name="connsiteY6" fmla="*/ 152400 h 1727199"/>
                                <a:gd name="connsiteX7" fmla="*/ 3101340 w 3101340"/>
                                <a:gd name="connsiteY7" fmla="*/ 1574800 h 1727199"/>
                                <a:gd name="connsiteX8" fmla="*/ 2948940 w 3101340"/>
                                <a:gd name="connsiteY8" fmla="*/ 1727200 h 17271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101340" h="1727199">
                                  <a:moveTo>
                                    <a:pt x="2948940" y="1727200"/>
                                  </a:moveTo>
                                  <a:lnTo>
                                    <a:pt x="152400" y="1727200"/>
                                  </a:lnTo>
                                  <a:cubicBezTo>
                                    <a:pt x="68580" y="1727200"/>
                                    <a:pt x="0" y="1658620"/>
                                    <a:pt x="0" y="1574800"/>
                                  </a:cubicBezTo>
                                  <a:lnTo>
                                    <a:pt x="0" y="152400"/>
                                  </a:lnTo>
                                  <a:cubicBezTo>
                                    <a:pt x="0" y="68580"/>
                                    <a:pt x="68580" y="0"/>
                                    <a:pt x="152400" y="0"/>
                                  </a:cubicBezTo>
                                  <a:lnTo>
                                    <a:pt x="2948940" y="0"/>
                                  </a:lnTo>
                                  <a:cubicBezTo>
                                    <a:pt x="3032760" y="0"/>
                                    <a:pt x="3101340" y="68580"/>
                                    <a:pt x="3101340" y="152400"/>
                                  </a:cubicBezTo>
                                  <a:lnTo>
                                    <a:pt x="3101340" y="1574800"/>
                                  </a:lnTo>
                                  <a:cubicBezTo>
                                    <a:pt x="3101340" y="1658620"/>
                                    <a:pt x="3032760" y="1727200"/>
                                    <a:pt x="2948940" y="17272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03361442" name="Vrije vorm 1603361442"/>
                          <wps:cNvSpPr/>
                          <wps:spPr>
                            <a:xfrm>
                              <a:off x="4213860" y="1965960"/>
                              <a:ext cx="3101340" cy="1727086"/>
                            </a:xfrm>
                            <a:custGeom>
                              <a:avLst/>
                              <a:gdLst>
                                <a:gd name="connsiteX0" fmla="*/ 2948940 w 3101340"/>
                                <a:gd name="connsiteY0" fmla="*/ 1727200 h 1727200"/>
                                <a:gd name="connsiteX1" fmla="*/ 152400 w 3101340"/>
                                <a:gd name="connsiteY1" fmla="*/ 1727200 h 1727200"/>
                                <a:gd name="connsiteX2" fmla="*/ 0 w 3101340"/>
                                <a:gd name="connsiteY2" fmla="*/ 1574800 h 1727200"/>
                                <a:gd name="connsiteX3" fmla="*/ 0 w 3101340"/>
                                <a:gd name="connsiteY3" fmla="*/ 152400 h 1727200"/>
                                <a:gd name="connsiteX4" fmla="*/ 152400 w 3101340"/>
                                <a:gd name="connsiteY4" fmla="*/ 0 h 1727200"/>
                                <a:gd name="connsiteX5" fmla="*/ 2948940 w 3101340"/>
                                <a:gd name="connsiteY5" fmla="*/ 0 h 1727200"/>
                                <a:gd name="connsiteX6" fmla="*/ 3101340 w 3101340"/>
                                <a:gd name="connsiteY6" fmla="*/ 152400 h 1727200"/>
                                <a:gd name="connsiteX7" fmla="*/ 3101340 w 3101340"/>
                                <a:gd name="connsiteY7" fmla="*/ 1574800 h 1727200"/>
                                <a:gd name="connsiteX8" fmla="*/ 2948940 w 3101340"/>
                                <a:gd name="connsiteY8" fmla="*/ 1727200 h 1727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101340" h="1727200">
                                  <a:moveTo>
                                    <a:pt x="2948940" y="1727200"/>
                                  </a:moveTo>
                                  <a:lnTo>
                                    <a:pt x="152400" y="1727200"/>
                                  </a:lnTo>
                                  <a:cubicBezTo>
                                    <a:pt x="68580" y="1727200"/>
                                    <a:pt x="0" y="1658620"/>
                                    <a:pt x="0" y="1574800"/>
                                  </a:cubicBezTo>
                                  <a:lnTo>
                                    <a:pt x="0" y="152400"/>
                                  </a:lnTo>
                                  <a:cubicBezTo>
                                    <a:pt x="0" y="68580"/>
                                    <a:pt x="68580" y="0"/>
                                    <a:pt x="152400" y="0"/>
                                  </a:cubicBezTo>
                                  <a:lnTo>
                                    <a:pt x="2948940" y="0"/>
                                  </a:lnTo>
                                  <a:cubicBezTo>
                                    <a:pt x="3032760" y="0"/>
                                    <a:pt x="3101340" y="68580"/>
                                    <a:pt x="3101340" y="152400"/>
                                  </a:cubicBezTo>
                                  <a:lnTo>
                                    <a:pt x="3101340" y="1574800"/>
                                  </a:lnTo>
                                  <a:cubicBezTo>
                                    <a:pt x="3101340" y="1658620"/>
                                    <a:pt x="3032760" y="1727200"/>
                                    <a:pt x="2948940" y="17272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1344C944" w14:textId="1A121A2A" w:rsidR="008F46E2" w:rsidRPr="00B117D5" w:rsidRDefault="008F46E2" w:rsidP="008F46E2">
                                <w:pPr>
                                  <w:pStyle w:val="Naamvanevenement-groen"/>
                                </w:pPr>
                                <w:sdt>
                                  <w:sdtPr>
                                    <w:id w:val="-38664331"/>
                                    <w:placeholder>
                                      <w:docPart w:val="C184EE02136640448008AB13B3AEBCE7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t xml:space="preserve">Wie - </w:t>
                                    </w:r>
                                    <w:r>
                                      <w:t>eigenwijs</w:t>
                                    </w:r>
                                  </w:sdtContent>
                                </w:sdt>
                                <w:r w:rsidRPr="00F1770F">
                                  <w:rPr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p w14:paraId="50E9EEF3" w14:textId="7D7946F6" w:rsidR="008F46E2" w:rsidRPr="00F40766" w:rsidRDefault="008F46E2" w:rsidP="008F46E2">
                                <w:pPr>
                                  <w:pStyle w:val="Ticketgroen"/>
                                  <w:rPr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sz w:val="28"/>
                                      <w:szCs w:val="28"/>
                                    </w:rPr>
                                    <w:id w:val="1710992186"/>
                                    <w:placeholder>
                                      <w:docPart w:val="008896757FE740A7BF9C0E91A1BF572A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 xml:space="preserve">Greta </w:t>
                                    </w:r>
                                    <w:proofErr w:type="spellStart"/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>Thunberg</w:t>
                                    </w:r>
                                    <w:proofErr w:type="spellEnd"/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</w:sdtContent>
                                </w:sdt>
                                <w:r w:rsidRPr="00F40766">
                                  <w:rPr>
                                    <w:caps w:val="0"/>
                                    <w:sz w:val="28"/>
                                    <w:szCs w:val="28"/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p w14:paraId="70977BCE" w14:textId="77777777" w:rsidR="008F46E2" w:rsidRDefault="008F46E2" w:rsidP="008F46E2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2847080" name="Vrije vorm 722847080"/>
                          <wps:cNvSpPr/>
                          <wps:spPr>
                            <a:xfrm>
                              <a:off x="4229100" y="3939540"/>
                              <a:ext cx="3101340" cy="1727086"/>
                            </a:xfrm>
                            <a:custGeom>
                              <a:avLst/>
                              <a:gdLst>
                                <a:gd name="connsiteX0" fmla="*/ 2948940 w 3101340"/>
                                <a:gd name="connsiteY0" fmla="*/ 1727200 h 1727200"/>
                                <a:gd name="connsiteX1" fmla="*/ 152400 w 3101340"/>
                                <a:gd name="connsiteY1" fmla="*/ 1727200 h 1727200"/>
                                <a:gd name="connsiteX2" fmla="*/ 0 w 3101340"/>
                                <a:gd name="connsiteY2" fmla="*/ 1574800 h 1727200"/>
                                <a:gd name="connsiteX3" fmla="*/ 0 w 3101340"/>
                                <a:gd name="connsiteY3" fmla="*/ 152400 h 1727200"/>
                                <a:gd name="connsiteX4" fmla="*/ 152400 w 3101340"/>
                                <a:gd name="connsiteY4" fmla="*/ 0 h 1727200"/>
                                <a:gd name="connsiteX5" fmla="*/ 2948940 w 3101340"/>
                                <a:gd name="connsiteY5" fmla="*/ 0 h 1727200"/>
                                <a:gd name="connsiteX6" fmla="*/ 3101340 w 3101340"/>
                                <a:gd name="connsiteY6" fmla="*/ 152400 h 1727200"/>
                                <a:gd name="connsiteX7" fmla="*/ 3101340 w 3101340"/>
                                <a:gd name="connsiteY7" fmla="*/ 1574800 h 1727200"/>
                                <a:gd name="connsiteX8" fmla="*/ 2948940 w 3101340"/>
                                <a:gd name="connsiteY8" fmla="*/ 1727200 h 1727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101340" h="1727200">
                                  <a:moveTo>
                                    <a:pt x="2948940" y="1727200"/>
                                  </a:moveTo>
                                  <a:lnTo>
                                    <a:pt x="152400" y="1727200"/>
                                  </a:lnTo>
                                  <a:cubicBezTo>
                                    <a:pt x="68580" y="1727200"/>
                                    <a:pt x="0" y="1658620"/>
                                    <a:pt x="0" y="1574800"/>
                                  </a:cubicBezTo>
                                  <a:lnTo>
                                    <a:pt x="0" y="152400"/>
                                  </a:lnTo>
                                  <a:cubicBezTo>
                                    <a:pt x="0" y="68580"/>
                                    <a:pt x="68580" y="0"/>
                                    <a:pt x="152400" y="0"/>
                                  </a:cubicBezTo>
                                  <a:lnTo>
                                    <a:pt x="2948940" y="0"/>
                                  </a:lnTo>
                                  <a:cubicBezTo>
                                    <a:pt x="3032760" y="0"/>
                                    <a:pt x="3101340" y="68580"/>
                                    <a:pt x="3101340" y="152400"/>
                                  </a:cubicBezTo>
                                  <a:lnTo>
                                    <a:pt x="3101340" y="1574800"/>
                                  </a:lnTo>
                                  <a:cubicBezTo>
                                    <a:pt x="3101340" y="1658620"/>
                                    <a:pt x="3032760" y="1727200"/>
                                    <a:pt x="2948940" y="17272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53FEA90D" w14:textId="31F19698" w:rsidR="008F46E2" w:rsidRPr="00B117D5" w:rsidRDefault="008F46E2" w:rsidP="008F46E2">
                                <w:pPr>
                                  <w:pStyle w:val="Naamvanevenement-groen"/>
                                </w:pPr>
                                <w:sdt>
                                  <w:sdtPr>
                                    <w:id w:val="-331691188"/>
                                    <w:placeholder>
                                      <w:docPart w:val="E5435D5B7D6943C3B4FDCFABA70AD126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t xml:space="preserve">Wie - </w:t>
                                    </w:r>
                                    <w:r>
                                      <w:t>eigenwijs</w:t>
                                    </w:r>
                                  </w:sdtContent>
                                </w:sdt>
                                <w:r w:rsidRPr="00F1770F">
                                  <w:rPr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sdt>
                                <w:sdtPr>
                                  <w:rPr>
                                    <w:sz w:val="28"/>
                                    <w:szCs w:val="28"/>
                                  </w:rPr>
                                  <w:id w:val="-1949775174"/>
                                  <w:placeholder>
                                    <w:docPart w:val="9B84772DB447414F83E8FAF12097D384"/>
                                  </w:placeholder>
                                  <w15:appearance w15:val="hidden"/>
                                </w:sdtPr>
                                <w:sdtContent>
                                  <w:p w14:paraId="258ACA34" w14:textId="5917A76C" w:rsidR="008F46E2" w:rsidRDefault="008F46E2" w:rsidP="008F46E2">
                                    <w:pPr>
                                      <w:pStyle w:val="Ticketgroen"/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>Albert Einstein</w:t>
                                    </w:r>
                                  </w:p>
                                  <w:p w14:paraId="6BA82B0A" w14:textId="48F3B573" w:rsidR="008F46E2" w:rsidRPr="00F40766" w:rsidRDefault="008F46E2" w:rsidP="008F46E2">
                                    <w:pPr>
                                      <w:pStyle w:val="Ticketgroen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  <w:p w14:paraId="728E02D7" w14:textId="77777777" w:rsidR="008F46E2" w:rsidRDefault="008F46E2" w:rsidP="008F46E2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77399582" name="Vrije vorm 1577399582"/>
                          <wps:cNvSpPr/>
                          <wps:spPr>
                            <a:xfrm>
                              <a:off x="4221480" y="5905500"/>
                              <a:ext cx="3101340" cy="1727086"/>
                            </a:xfrm>
                            <a:custGeom>
                              <a:avLst/>
                              <a:gdLst>
                                <a:gd name="connsiteX0" fmla="*/ 2948940 w 3101340"/>
                                <a:gd name="connsiteY0" fmla="*/ 1727200 h 1727200"/>
                                <a:gd name="connsiteX1" fmla="*/ 152400 w 3101340"/>
                                <a:gd name="connsiteY1" fmla="*/ 1727200 h 1727200"/>
                                <a:gd name="connsiteX2" fmla="*/ 0 w 3101340"/>
                                <a:gd name="connsiteY2" fmla="*/ 1574800 h 1727200"/>
                                <a:gd name="connsiteX3" fmla="*/ 0 w 3101340"/>
                                <a:gd name="connsiteY3" fmla="*/ 152400 h 1727200"/>
                                <a:gd name="connsiteX4" fmla="*/ 152400 w 3101340"/>
                                <a:gd name="connsiteY4" fmla="*/ 0 h 1727200"/>
                                <a:gd name="connsiteX5" fmla="*/ 2948940 w 3101340"/>
                                <a:gd name="connsiteY5" fmla="*/ 0 h 1727200"/>
                                <a:gd name="connsiteX6" fmla="*/ 3101340 w 3101340"/>
                                <a:gd name="connsiteY6" fmla="*/ 152400 h 1727200"/>
                                <a:gd name="connsiteX7" fmla="*/ 3101340 w 3101340"/>
                                <a:gd name="connsiteY7" fmla="*/ 1574800 h 1727200"/>
                                <a:gd name="connsiteX8" fmla="*/ 2948940 w 3101340"/>
                                <a:gd name="connsiteY8" fmla="*/ 1727200 h 1727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101340" h="1727200">
                                  <a:moveTo>
                                    <a:pt x="2948940" y="1727200"/>
                                  </a:moveTo>
                                  <a:lnTo>
                                    <a:pt x="152400" y="1727200"/>
                                  </a:lnTo>
                                  <a:cubicBezTo>
                                    <a:pt x="68580" y="1727200"/>
                                    <a:pt x="0" y="1658620"/>
                                    <a:pt x="0" y="1574800"/>
                                  </a:cubicBezTo>
                                  <a:lnTo>
                                    <a:pt x="0" y="152400"/>
                                  </a:lnTo>
                                  <a:cubicBezTo>
                                    <a:pt x="0" y="68580"/>
                                    <a:pt x="68580" y="0"/>
                                    <a:pt x="152400" y="0"/>
                                  </a:cubicBezTo>
                                  <a:lnTo>
                                    <a:pt x="2948940" y="0"/>
                                  </a:lnTo>
                                  <a:cubicBezTo>
                                    <a:pt x="3032760" y="0"/>
                                    <a:pt x="3101340" y="68580"/>
                                    <a:pt x="3101340" y="152400"/>
                                  </a:cubicBezTo>
                                  <a:lnTo>
                                    <a:pt x="3101340" y="1574800"/>
                                  </a:lnTo>
                                  <a:cubicBezTo>
                                    <a:pt x="3101340" y="1658620"/>
                                    <a:pt x="3032760" y="1727200"/>
                                    <a:pt x="2948940" y="17272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2FF4E853" w14:textId="11441C2C" w:rsidR="008F46E2" w:rsidRPr="00B117D5" w:rsidRDefault="008F46E2" w:rsidP="008F46E2">
                                <w:pPr>
                                  <w:pStyle w:val="Naamvanevenement-groen"/>
                                </w:pPr>
                                <w:sdt>
                                  <w:sdtPr>
                                    <w:id w:val="-2099326729"/>
                                    <w:placeholder>
                                      <w:docPart w:val="D717D73B3E3F41689BF204089AE25E55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t xml:space="preserve">Wie - </w:t>
                                    </w:r>
                                    <w:r>
                                      <w:t>eigenwijs</w:t>
                                    </w:r>
                                  </w:sdtContent>
                                </w:sdt>
                                <w:r w:rsidRPr="00F1770F">
                                  <w:rPr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p w14:paraId="61818986" w14:textId="4745AD57" w:rsidR="008F46E2" w:rsidRPr="00F40766" w:rsidRDefault="008F46E2" w:rsidP="008F46E2">
                                <w:pPr>
                                  <w:pStyle w:val="Ticketgroen"/>
                                  <w:rPr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sz w:val="28"/>
                                      <w:szCs w:val="28"/>
                                    </w:rPr>
                                    <w:id w:val="-219909675"/>
                                    <w:placeholder>
                                      <w:docPart w:val="B689544B390E496C91E001DFB9131464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 xml:space="preserve">Harry Potter </w:t>
                                    </w:r>
                                  </w:sdtContent>
                                </w:sdt>
                                <w:r w:rsidRPr="00F40766">
                                  <w:rPr>
                                    <w:caps w:val="0"/>
                                    <w:sz w:val="28"/>
                                    <w:szCs w:val="28"/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p w14:paraId="19EA6935" w14:textId="77777777" w:rsidR="008F46E2" w:rsidRDefault="008F46E2" w:rsidP="008F46E2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1502580" name="Vrije vorm 1201502580"/>
                          <wps:cNvSpPr/>
                          <wps:spPr>
                            <a:xfrm>
                              <a:off x="4229100" y="7871460"/>
                              <a:ext cx="3101339" cy="1727086"/>
                            </a:xfrm>
                            <a:custGeom>
                              <a:avLst/>
                              <a:gdLst>
                                <a:gd name="connsiteX0" fmla="*/ 2948940 w 3101339"/>
                                <a:gd name="connsiteY0" fmla="*/ 1727200 h 1727200"/>
                                <a:gd name="connsiteX1" fmla="*/ 152400 w 3101339"/>
                                <a:gd name="connsiteY1" fmla="*/ 1727200 h 1727200"/>
                                <a:gd name="connsiteX2" fmla="*/ 0 w 3101339"/>
                                <a:gd name="connsiteY2" fmla="*/ 1574800 h 1727200"/>
                                <a:gd name="connsiteX3" fmla="*/ 0 w 3101339"/>
                                <a:gd name="connsiteY3" fmla="*/ 152400 h 1727200"/>
                                <a:gd name="connsiteX4" fmla="*/ 152400 w 3101339"/>
                                <a:gd name="connsiteY4" fmla="*/ 0 h 1727200"/>
                                <a:gd name="connsiteX5" fmla="*/ 2948940 w 3101339"/>
                                <a:gd name="connsiteY5" fmla="*/ 0 h 1727200"/>
                                <a:gd name="connsiteX6" fmla="*/ 3101340 w 3101339"/>
                                <a:gd name="connsiteY6" fmla="*/ 152400 h 1727200"/>
                                <a:gd name="connsiteX7" fmla="*/ 3101340 w 3101339"/>
                                <a:gd name="connsiteY7" fmla="*/ 1574800 h 1727200"/>
                                <a:gd name="connsiteX8" fmla="*/ 2948940 w 3101339"/>
                                <a:gd name="connsiteY8" fmla="*/ 1727200 h 1727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3101339" h="1727200">
                                  <a:moveTo>
                                    <a:pt x="2948940" y="1727200"/>
                                  </a:moveTo>
                                  <a:lnTo>
                                    <a:pt x="152400" y="1727200"/>
                                  </a:lnTo>
                                  <a:cubicBezTo>
                                    <a:pt x="68580" y="1727200"/>
                                    <a:pt x="0" y="1658620"/>
                                    <a:pt x="0" y="1574800"/>
                                  </a:cubicBezTo>
                                  <a:lnTo>
                                    <a:pt x="0" y="152400"/>
                                  </a:lnTo>
                                  <a:cubicBezTo>
                                    <a:pt x="0" y="68580"/>
                                    <a:pt x="68580" y="0"/>
                                    <a:pt x="152400" y="0"/>
                                  </a:cubicBezTo>
                                  <a:lnTo>
                                    <a:pt x="2948940" y="0"/>
                                  </a:lnTo>
                                  <a:cubicBezTo>
                                    <a:pt x="3032760" y="0"/>
                                    <a:pt x="3101340" y="68580"/>
                                    <a:pt x="3101340" y="152400"/>
                                  </a:cubicBezTo>
                                  <a:lnTo>
                                    <a:pt x="3101340" y="1574800"/>
                                  </a:lnTo>
                                  <a:cubicBezTo>
                                    <a:pt x="3101340" y="1658620"/>
                                    <a:pt x="3032760" y="1727200"/>
                                    <a:pt x="2948940" y="172720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12700" cap="flat">
                              <a:noFill/>
                              <a:prstDash val="solid"/>
                              <a:miter/>
                            </a:ln>
                          </wps:spPr>
                          <wps:txbx>
                            <w:txbxContent>
                              <w:p w14:paraId="49D270EE" w14:textId="43FD42C7" w:rsidR="008F46E2" w:rsidRPr="00B117D5" w:rsidRDefault="008F46E2" w:rsidP="008F46E2">
                                <w:pPr>
                                  <w:pStyle w:val="Naamvanevenement-groen"/>
                                </w:pPr>
                                <w:sdt>
                                  <w:sdtPr>
                                    <w:id w:val="586806713"/>
                                    <w:placeholder>
                                      <w:docPart w:val="EC615AE3DA524D9E942E2B8F4DBE29E0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t xml:space="preserve">Wie - </w:t>
                                    </w:r>
                                    <w:r>
                                      <w:t>eigenwijs</w:t>
                                    </w:r>
                                  </w:sdtContent>
                                </w:sdt>
                                <w:r w:rsidRPr="00F1770F">
                                  <w:rPr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p w14:paraId="294332A7" w14:textId="02B4CD8C" w:rsidR="008F46E2" w:rsidRPr="00F40766" w:rsidRDefault="008F46E2" w:rsidP="008F46E2">
                                <w:pPr>
                                  <w:pStyle w:val="Ticketgroen"/>
                                  <w:rPr>
                                    <w:sz w:val="28"/>
                                    <w:szCs w:val="28"/>
                                  </w:rPr>
                                </w:pPr>
                                <w:sdt>
                                  <w:sdtPr>
                                    <w:rPr>
                                      <w:sz w:val="28"/>
                                      <w:szCs w:val="28"/>
                                    </w:rPr>
                                    <w:id w:val="818156544"/>
                                    <w:placeholder>
                                      <w:docPart w:val="8E5982580F4E45C5AF7D3EBE8F0694E9"/>
                                    </w:placeholder>
                                    <w15:appearance w15:val="hidden"/>
                                  </w:sdtPr>
                                  <w:sdtContent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 xml:space="preserve">Pluk van de </w:t>
                                    </w:r>
                                    <w:proofErr w:type="spellStart"/>
                                    <w:r>
                                      <w:rPr>
                                        <w:caps w:val="0"/>
                                        <w:sz w:val="36"/>
                                        <w:szCs w:val="36"/>
                                      </w:rPr>
                                      <w:t>Petteflet</w:t>
                                    </w:r>
                                    <w:proofErr w:type="spellEnd"/>
                                  </w:sdtContent>
                                </w:sdt>
                                <w:r w:rsidRPr="00F40766">
                                  <w:rPr>
                                    <w:caps w:val="0"/>
                                    <w:sz w:val="28"/>
                                    <w:szCs w:val="28"/>
                                    <w:lang w:bidi="nl-NL"/>
                                  </w:rPr>
                                  <w:t xml:space="preserve"> </w:t>
                                </w:r>
                              </w:p>
                              <w:p w14:paraId="270109FB" w14:textId="77777777" w:rsidR="008F46E2" w:rsidRDefault="008F46E2" w:rsidP="008F46E2"/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" name="Groep 3"/>
                        <wpg:cNvGrpSpPr/>
                        <wpg:grpSpPr>
                          <a:xfrm>
                            <a:off x="281940" y="220980"/>
                            <a:ext cx="6758940" cy="9175750"/>
                            <a:chOff x="0" y="0"/>
                            <a:chExt cx="6758940" cy="9175750"/>
                          </a:xfrm>
                        </wpg:grpSpPr>
                        <wpg:grpSp>
                          <wpg:cNvPr id="248001318" name="Groep 6"/>
                          <wpg:cNvGrpSpPr/>
                          <wpg:grpSpPr>
                            <a:xfrm>
                              <a:off x="4236720" y="3893820"/>
                              <a:ext cx="2514600" cy="1296894"/>
                              <a:chOff x="0" y="0"/>
                              <a:chExt cx="2514600" cy="1296894"/>
                            </a:xfrm>
                          </wpg:grpSpPr>
                          <wps:wsp>
                            <wps:cNvPr id="2122664405" name="Rechte verbindingslijn 8"/>
                            <wps:cNvCnPr/>
                            <wps:spPr>
                              <a:xfrm rot="5400000">
                                <a:off x="1257300" y="-1257300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85316257" name="Rechte verbindingslijn 9"/>
                            <wps:cNvCnPr/>
                            <wps:spPr>
                              <a:xfrm rot="5400000">
                                <a:off x="1257300" y="39594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83447721" name="Groep 4"/>
                          <wpg:cNvGrpSpPr/>
                          <wpg:grpSpPr>
                            <a:xfrm>
                              <a:off x="4221480" y="1965960"/>
                              <a:ext cx="2514600" cy="1296670"/>
                              <a:chOff x="0" y="0"/>
                              <a:chExt cx="2514600" cy="1296894"/>
                            </a:xfrm>
                          </wpg:grpSpPr>
                          <wps:wsp>
                            <wps:cNvPr id="1853607931" name="Rechte verbindingslijn 8"/>
                            <wps:cNvCnPr/>
                            <wps:spPr>
                              <a:xfrm rot="5400000">
                                <a:off x="1257300" y="-1257300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41699617" name="Rechte verbindingslijn 9"/>
                            <wps:cNvCnPr/>
                            <wps:spPr>
                              <a:xfrm rot="5400000">
                                <a:off x="1257300" y="39594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491237190" name="Groep 3"/>
                          <wpg:cNvGrpSpPr/>
                          <wpg:grpSpPr>
                            <a:xfrm>
                              <a:off x="4244340" y="0"/>
                              <a:ext cx="2514600" cy="1296670"/>
                              <a:chOff x="0" y="0"/>
                              <a:chExt cx="2514600" cy="1296894"/>
                            </a:xfrm>
                          </wpg:grpSpPr>
                          <wps:wsp>
                            <wps:cNvPr id="1817072116" name="Rechte verbindingslijn 8"/>
                            <wps:cNvCnPr/>
                            <wps:spPr>
                              <a:xfrm rot="5400000">
                                <a:off x="1257300" y="-1257300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3746987" name="Rechte verbindingslijn 9"/>
                            <wps:cNvCnPr/>
                            <wps:spPr>
                              <a:xfrm rot="5400000">
                                <a:off x="1257300" y="39594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096896644" name="Groep 8"/>
                          <wpg:cNvGrpSpPr/>
                          <wpg:grpSpPr>
                            <a:xfrm>
                              <a:off x="4244340" y="5867400"/>
                              <a:ext cx="2514600" cy="1296670"/>
                              <a:chOff x="0" y="0"/>
                              <a:chExt cx="2514600" cy="1296894"/>
                            </a:xfrm>
                          </wpg:grpSpPr>
                          <wps:wsp>
                            <wps:cNvPr id="1312629583" name="Rechte verbindingslijn 8"/>
                            <wps:cNvCnPr/>
                            <wps:spPr>
                              <a:xfrm rot="5400000">
                                <a:off x="1257300" y="-1257300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22416533" name="Rechte verbindingslijn 9"/>
                            <wps:cNvCnPr/>
                            <wps:spPr>
                              <a:xfrm rot="5400000">
                                <a:off x="1257300" y="39594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006481598" name="Groep 10"/>
                          <wpg:cNvGrpSpPr/>
                          <wpg:grpSpPr>
                            <a:xfrm>
                              <a:off x="4229100" y="7863840"/>
                              <a:ext cx="2514600" cy="1296670"/>
                              <a:chOff x="0" y="0"/>
                              <a:chExt cx="2514600" cy="1296894"/>
                            </a:xfrm>
                          </wpg:grpSpPr>
                          <wps:wsp>
                            <wps:cNvPr id="1388979874" name="Rechte verbindingslijn 8"/>
                            <wps:cNvCnPr/>
                            <wps:spPr>
                              <a:xfrm rot="5400000">
                                <a:off x="1257300" y="-1257300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27718885" name="Rechte verbindingslijn 9"/>
                            <wps:cNvCnPr/>
                            <wps:spPr>
                              <a:xfrm rot="5400000">
                                <a:off x="1257300" y="39594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tx1"/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817931682" name="Groep 1"/>
                          <wpg:cNvGrpSpPr/>
                          <wpg:grpSpPr>
                            <a:xfrm>
                              <a:off x="15240" y="7620"/>
                              <a:ext cx="2514600" cy="1296670"/>
                              <a:chOff x="0" y="0"/>
                              <a:chExt cx="2514600" cy="1296894"/>
                            </a:xfrm>
                          </wpg:grpSpPr>
                          <wps:wsp>
                            <wps:cNvPr id="1066194316" name="Rechte verbindingslijn 8"/>
                            <wps:cNvCnPr/>
                            <wps:spPr>
                              <a:xfrm rot="5400000">
                                <a:off x="1257300" y="-1257300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70882301" name="Rechte verbindingslijn 9"/>
                            <wps:cNvCnPr/>
                            <wps:spPr>
                              <a:xfrm rot="5400000">
                                <a:off x="1257300" y="39594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806051737" name="Groep 2"/>
                          <wpg:cNvGrpSpPr/>
                          <wpg:grpSpPr>
                            <a:xfrm>
                              <a:off x="0" y="1965960"/>
                              <a:ext cx="2514600" cy="1296670"/>
                              <a:chOff x="0" y="0"/>
                              <a:chExt cx="2514600" cy="1296894"/>
                            </a:xfrm>
                          </wpg:grpSpPr>
                          <wps:wsp>
                            <wps:cNvPr id="76413598" name="Rechte verbindingslijn 8"/>
                            <wps:cNvCnPr/>
                            <wps:spPr>
                              <a:xfrm rot="5400000">
                                <a:off x="1257300" y="-1257300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49041950" name="Rechte verbindingslijn 9"/>
                            <wps:cNvCnPr/>
                            <wps:spPr>
                              <a:xfrm rot="5400000">
                                <a:off x="1257300" y="39594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687991100" name="Groep 5"/>
                          <wpg:cNvGrpSpPr/>
                          <wpg:grpSpPr>
                            <a:xfrm>
                              <a:off x="22860" y="3939540"/>
                              <a:ext cx="2514600" cy="1296670"/>
                              <a:chOff x="0" y="0"/>
                              <a:chExt cx="2514600" cy="1296894"/>
                            </a:xfrm>
                          </wpg:grpSpPr>
                          <wps:wsp>
                            <wps:cNvPr id="2118166580" name="Rechte verbindingslijn 8"/>
                            <wps:cNvCnPr/>
                            <wps:spPr>
                              <a:xfrm rot="5400000">
                                <a:off x="1257300" y="-1257300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94863495" name="Rechte verbindingslijn 9"/>
                            <wps:cNvCnPr/>
                            <wps:spPr>
                              <a:xfrm rot="5400000">
                                <a:off x="1257300" y="39594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825926517" name="Groep 9"/>
                          <wpg:cNvGrpSpPr/>
                          <wpg:grpSpPr>
                            <a:xfrm>
                              <a:off x="38100" y="7879080"/>
                              <a:ext cx="2514600" cy="1296670"/>
                              <a:chOff x="0" y="0"/>
                              <a:chExt cx="2514600" cy="1296894"/>
                            </a:xfrm>
                          </wpg:grpSpPr>
                          <wps:wsp>
                            <wps:cNvPr id="105086872" name="Rechte verbindingslijn 8"/>
                            <wps:cNvCnPr/>
                            <wps:spPr>
                              <a:xfrm rot="5400000">
                                <a:off x="1257300" y="-1257300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32516272" name="Rechte verbindingslijn 9"/>
                            <wps:cNvCnPr/>
                            <wps:spPr>
                              <a:xfrm rot="5400000">
                                <a:off x="1257300" y="39594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3850859" name="Groep 7"/>
                          <wpg:cNvGrpSpPr/>
                          <wpg:grpSpPr>
                            <a:xfrm>
                              <a:off x="22860" y="5905500"/>
                              <a:ext cx="2514600" cy="1296670"/>
                              <a:chOff x="0" y="0"/>
                              <a:chExt cx="2514600" cy="1296894"/>
                            </a:xfrm>
                          </wpg:grpSpPr>
                          <wps:wsp>
                            <wps:cNvPr id="1778278349" name="Rechte verbindingslijn 8"/>
                            <wps:cNvCnPr/>
                            <wps:spPr>
                              <a:xfrm rot="5400000">
                                <a:off x="1257300" y="-1257300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22043734" name="Rechte verbindingslijn 9"/>
                            <wps:cNvCnPr/>
                            <wps:spPr>
                              <a:xfrm rot="5400000">
                                <a:off x="1257300" y="39594"/>
                                <a:ext cx="0" cy="2514600"/>
                              </a:xfrm>
                              <a:prstGeom prst="line">
                                <a:avLst/>
                              </a:prstGeom>
                              <a:ln w="22225" cap="rnd">
                                <a:solidFill>
                                  <a:schemeClr val="accent3">
                                    <a:lumMod val="60000"/>
                                    <a:lumOff val="4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8A2607" id="Groep 5" o:spid="_x0000_s1026" alt="&quot;&quot;" style="position:absolute;left:0;text-align:left;margin-left:-.7pt;margin-top:-18.35pt;width:561.6pt;height:756.7pt;z-index:-251603968;mso-width-relative:margin;mso-height-relative:margin" coordsize="73304,96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">
                <v:group id="Groep 2" o:spid="_x0000_s1027" style="position:absolute;width:73304;height:96139" coordsize="73304,96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Vrije vorm 328855400" o:spid="_x0000_s1028" style="position:absolute;left:228;top:59131;width:31013;height:17272;visibility:visible;mso-wrap-style:square;v-text-anchor:middle" coordsize="3101339,172719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" adj="-11796480,,5400" path="m2948940,1727200r-2796540,c68580,1727200,,1658620,,1574800l,152400c,68580,68580,,152400,l2948940,v83820,,152400,68580,152400,152400l3101340,1574800v,83820,-68580,152400,-152400,152400xe" fillcolor="#f6f5ec [662]" stroked="f">
                    <v:stroke joinstyle="miter"/>
                    <v:formulas/>
                    <v:path arrowok="t" o:connecttype="custom" o:connectlocs="2948940,1727200;152400,1727200;0,1574800;0,152400;152400,0;2948940,0;3101340,152400;3101340,1574800;2948940,1727200" o:connectangles="0,0,0,0,0,0,0,0,0" textboxrect="0,0,3101339,1727199"/>
                    <v:textbox>
                      <w:txbxContent>
                        <w:p w14:paraId="38810A38" w14:textId="11D8CDA5" w:rsidR="008F46E2" w:rsidRPr="00B117D5" w:rsidRDefault="008F46E2" w:rsidP="008F46E2">
                          <w:pPr>
                            <w:pStyle w:val="Naamvanevenement-groen"/>
                          </w:pPr>
                          <w:sdt>
                            <w:sdtPr>
                              <w:id w:val="-1126922002"/>
                              <w:placeholder>
                                <w:docPart w:val="C0C377A867144349BB685F25124DAF87"/>
                              </w:placeholder>
                              <w15:appearance w15:val="hidden"/>
                            </w:sdtPr>
                            <w:sdtContent>
                              <w:r>
                                <w:t xml:space="preserve">Hoe - </w:t>
                              </w:r>
                              <w:r>
                                <w:t>eigenwijs</w:t>
                              </w:r>
                            </w:sdtContent>
                          </w:sdt>
                          <w:r w:rsidRPr="00F1770F">
                            <w:rPr>
                              <w:lang w:bidi="nl-NL"/>
                            </w:rPr>
                            <w:t xml:space="preserve"> </w:t>
                          </w:r>
                        </w:p>
                        <w:p w14:paraId="4971D0F9" w14:textId="476EE862" w:rsidR="008F46E2" w:rsidRPr="00F40766" w:rsidRDefault="008F46E2" w:rsidP="008F46E2">
                          <w:pPr>
                            <w:pStyle w:val="Ticketgroen"/>
                            <w:rPr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857231265"/>
                              <w:placeholder>
                                <w:docPart w:val="2EEB3A0053984C19B9FEEB9E21E3B5AE"/>
                              </w:placeholder>
                              <w15:appearance w15:val="hidden"/>
                            </w:sdtPr>
                            <w:sdtContent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>E</w:t>
                              </w:r>
                              <w:r w:rsidRPr="00F40766"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>igenwijze mensen</w:t>
                              </w:r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 xml:space="preserve"> zijn echte kunstenaars</w:t>
                              </w:r>
                            </w:sdtContent>
                          </w:sdt>
                          <w:r w:rsidRPr="00F40766">
                            <w:rPr>
                              <w:caps w:val="0"/>
                              <w:sz w:val="28"/>
                              <w:szCs w:val="28"/>
                              <w:lang w:bidi="nl-NL"/>
                            </w:rPr>
                            <w:t xml:space="preserve"> </w:t>
                          </w:r>
                        </w:p>
                        <w:p w14:paraId="1D9E90BF" w14:textId="77777777" w:rsidR="008F46E2" w:rsidRDefault="008F46E2" w:rsidP="008F46E2"/>
                      </w:txbxContent>
                    </v:textbox>
                  </v:shape>
                  <v:shape id="Vrije vorm 1382513681" o:spid="_x0000_s1029" style="position:absolute;left:228;top:78867;width:31014;height:17272;visibility:visible;mso-wrap-style:square;v-text-anchor:middle" coordsize="3101340,1727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" adj="-11796480,,5400" path="m2948940,1727200r-2796540,c68580,1727200,,1658621,,1574800l,152400c,68580,68580,,152400,l2948940,v83820,,152400,68580,152400,152400l3101340,1574800v,83821,-68580,152400,-152400,152400xe" fillcolor="#f6f5ec [662]" stroked="f">
                    <v:stroke joinstyle="miter"/>
                    <v:formulas/>
                    <v:path arrowok="t" o:connecttype="custom" o:connectlocs="2948940,1727200;152400,1727200;0,1574800;0,152400;152400,0;2948940,0;3101340,152400;3101340,1574800;2948940,1727200" o:connectangles="0,0,0,0,0,0,0,0,0" textboxrect="0,0,3101340,1727200"/>
                    <v:textbox>
                      <w:txbxContent>
                        <w:p w14:paraId="4869C1E8" w14:textId="0A53A252" w:rsidR="008F46E2" w:rsidRPr="00B117D5" w:rsidRDefault="008F46E2" w:rsidP="008F46E2">
                          <w:pPr>
                            <w:pStyle w:val="Naamvanevenement-groen"/>
                          </w:pPr>
                          <w:sdt>
                            <w:sdtPr>
                              <w:id w:val="-2066556423"/>
                              <w:placeholder>
                                <w:docPart w:val="49FF0000ED5545DE994A1ACA4B04FAF8"/>
                              </w:placeholder>
                              <w15:appearance w15:val="hidden"/>
                            </w:sdtPr>
                            <w:sdtContent>
                              <w:r>
                                <w:t xml:space="preserve">Hoe - </w:t>
                              </w:r>
                              <w:r>
                                <w:t>eigenwijs</w:t>
                              </w:r>
                            </w:sdtContent>
                          </w:sdt>
                          <w:r w:rsidRPr="00F1770F">
                            <w:rPr>
                              <w:lang w:bidi="nl-NL"/>
                            </w:rPr>
                            <w:t xml:space="preserve"> </w:t>
                          </w:r>
                        </w:p>
                        <w:p w14:paraId="1C40C90F" w14:textId="149BA659" w:rsidR="008F46E2" w:rsidRPr="00F40766" w:rsidRDefault="008F46E2" w:rsidP="008F46E2">
                          <w:pPr>
                            <w:pStyle w:val="Ticketgroen"/>
                            <w:rPr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-1716962548"/>
                              <w:placeholder>
                                <w:docPart w:val="45C7C7FB6C994E02953FD57B0C39C331"/>
                              </w:placeholder>
                              <w15:appearance w15:val="hidden"/>
                            </w:sdtPr>
                            <w:sdtContent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>E</w:t>
                              </w:r>
                              <w:r w:rsidRPr="00F40766"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 xml:space="preserve">igenwijze mensen </w:t>
                              </w:r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>zijn grappig</w:t>
                              </w:r>
                            </w:sdtContent>
                          </w:sdt>
                          <w:r w:rsidRPr="00F40766">
                            <w:rPr>
                              <w:caps w:val="0"/>
                              <w:sz w:val="28"/>
                              <w:szCs w:val="28"/>
                              <w:lang w:bidi="nl-NL"/>
                            </w:rPr>
                            <w:t xml:space="preserve"> </w:t>
                          </w:r>
                        </w:p>
                        <w:p w14:paraId="4052206B" w14:textId="77777777" w:rsidR="008F46E2" w:rsidRDefault="008F46E2" w:rsidP="008F46E2"/>
                      </w:txbxContent>
                    </v:textbox>
                  </v:shape>
                  <v:shape id="Vrije vorm 1237452695" o:spid="_x0000_s1030" style="position:absolute;left:76;width:31013;height:17270;visibility:visible;mso-wrap-style:square;v-text-anchor:middle" coordsize="3101340,172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" path="m2948940,1727200r-2796540,c68580,1727200,,1658620,,1574800l,152400c,68580,68580,,152400,l2948940,v83820,,152400,68580,152400,152400l3101340,1574800v,83820,-68580,152400,-152400,152400xe" fillcolor="#f6f5ec [662]" stroked="f" strokeweight="1pt">
                    <v:stroke joinstyle="miter"/>
                    <v:path arrowok="t" o:connecttype="custom" o:connectlocs="2948940,1727086;152400,1727086;0,1574696;0,152390;152400,0;2948940,0;3101340,152390;3101340,1574696;2948940,1727086" o:connectangles="0,0,0,0,0,0,0,0,0"/>
                  </v:shape>
                  <v:shape id="Vrije vorm 786357998" o:spid="_x0000_s1031" style="position:absolute;top:19735;width:31013;height:17271;visibility:visible;mso-wrap-style:square;v-text-anchor:middle" coordsize="3101340,1727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" adj="-11796480,,5400" path="m2948940,1727200r-2796540,c68580,1727200,,1658620,,1574800l,152400c,68580,68580,,152400,l2948940,v83820,,152400,68580,152400,152400l3101340,1574800v,83820,-68580,152400,-152400,152400xe" fillcolor="#f6f5ec [662]" stroked="f" strokeweight="1pt">
                    <v:stroke joinstyle="miter"/>
                    <v:formulas/>
                    <v:path arrowok="t" o:connecttype="custom" o:connectlocs="2948940,1727086;152400,1727086;0,1574696;0,152390;152400,0;2948940,0;3101340,152390;3101340,1574696;2948940,1727086" o:connectangles="0,0,0,0,0,0,0,0,0" textboxrect="0,0,3101340,1727200"/>
                    <v:textbox>
                      <w:txbxContent>
                        <w:p w14:paraId="4981AC7E" w14:textId="10F94864" w:rsidR="008F46E2" w:rsidRPr="00B117D5" w:rsidRDefault="008F46E2" w:rsidP="008F46E2">
                          <w:pPr>
                            <w:pStyle w:val="Naamvanevenement-groen"/>
                          </w:pPr>
                          <w:sdt>
                            <w:sdtPr>
                              <w:id w:val="1383220848"/>
                              <w:placeholder>
                                <w:docPart w:val="9B9CE03BFC474334A7BE470B8A32CB88"/>
                              </w:placeholder>
                              <w15:appearance w15:val="hidden"/>
                            </w:sdtPr>
                            <w:sdtContent>
                              <w:r>
                                <w:t xml:space="preserve">Hoe - </w:t>
                              </w:r>
                              <w:r>
                                <w:t>eigenwijs</w:t>
                              </w:r>
                            </w:sdtContent>
                          </w:sdt>
                          <w:r w:rsidRPr="00F1770F">
                            <w:rPr>
                              <w:lang w:bidi="nl-NL"/>
                            </w:rPr>
                            <w:t xml:space="preserve"> </w:t>
                          </w:r>
                        </w:p>
                        <w:p w14:paraId="0EC3293B" w14:textId="542FBCFC" w:rsidR="008F46E2" w:rsidRPr="00F40766" w:rsidRDefault="008F46E2" w:rsidP="008F46E2">
                          <w:pPr>
                            <w:pStyle w:val="Ticketgroen"/>
                            <w:rPr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-1891408470"/>
                              <w:placeholder>
                                <w:docPart w:val="C25FDD3872024BB9879BD583F70113C7"/>
                              </w:placeholder>
                              <w15:appearance w15:val="hidden"/>
                            </w:sdtPr>
                            <w:sdtContent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>E</w:t>
                              </w:r>
                              <w:r w:rsidRPr="00F40766"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 xml:space="preserve">igenwijze mensen zijn </w:t>
                              </w:r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>eenzaam</w:t>
                              </w:r>
                            </w:sdtContent>
                          </w:sdt>
                          <w:r w:rsidRPr="00F40766">
                            <w:rPr>
                              <w:caps w:val="0"/>
                              <w:sz w:val="28"/>
                              <w:szCs w:val="28"/>
                              <w:lang w:bidi="nl-NL"/>
                            </w:rPr>
                            <w:t xml:space="preserve"> </w:t>
                          </w:r>
                        </w:p>
                        <w:p w14:paraId="521B7EF7" w14:textId="77777777" w:rsidR="008F46E2" w:rsidRDefault="008F46E2" w:rsidP="008F46E2"/>
                      </w:txbxContent>
                    </v:textbox>
                  </v:shape>
                  <v:shape id="Vrije vorm 1644125723" o:spid="_x0000_s1032" style="position:absolute;left:76;top:39395;width:31013;height:17271;visibility:visible;mso-wrap-style:square;v-text-anchor:middle" coordsize="3101339,1727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" adj="-11796480,,5400" path="m2948940,1727200r-2796540,c68580,1727200,,1658620,,1574800l,152400c,68580,68580,,152400,l2948940,v83820,,152400,68580,152400,152400l3101340,1574800v,83820,-68580,152400,-152400,152400xe" fillcolor="#f6f5ec [662]" stroked="f" strokeweight="1pt">
                    <v:stroke joinstyle="miter"/>
                    <v:formulas/>
                    <v:path arrowok="t" o:connecttype="custom" o:connectlocs="2948940,1727086;152400,1727086;0,1574696;0,152390;152400,0;2948940,0;3101340,152390;3101340,1574696;2948940,1727086" o:connectangles="0,0,0,0,0,0,0,0,0" textboxrect="0,0,3101339,1727200"/>
                    <v:textbox>
                      <w:txbxContent>
                        <w:p w14:paraId="2C046B33" w14:textId="1967F19D" w:rsidR="008F46E2" w:rsidRPr="00B117D5" w:rsidRDefault="008F46E2" w:rsidP="008F46E2">
                          <w:pPr>
                            <w:pStyle w:val="Naamvanevenement-groen"/>
                          </w:pPr>
                          <w:sdt>
                            <w:sdtPr>
                              <w:id w:val="-282658967"/>
                              <w:placeholder>
                                <w:docPart w:val="00475F1C30F74F208D5F5B7D942F23C5"/>
                              </w:placeholder>
                              <w15:appearance w15:val="hidden"/>
                            </w:sdtPr>
                            <w:sdtContent>
                              <w:r>
                                <w:t xml:space="preserve">Hoe - </w:t>
                              </w:r>
                              <w:r>
                                <w:t>eigenwijs</w:t>
                              </w:r>
                            </w:sdtContent>
                          </w:sdt>
                          <w:r w:rsidRPr="00F1770F">
                            <w:rPr>
                              <w:lang w:bidi="nl-NL"/>
                            </w:rPr>
                            <w:t xml:space="preserve"> </w:t>
                          </w:r>
                        </w:p>
                        <w:p w14:paraId="40914936" w14:textId="3C5A9536" w:rsidR="008F46E2" w:rsidRPr="00F40766" w:rsidRDefault="008F46E2" w:rsidP="008F46E2">
                          <w:pPr>
                            <w:pStyle w:val="Ticketgroen"/>
                            <w:rPr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-284810721"/>
                              <w:placeholder>
                                <w:docPart w:val="B0EBD7AA7DB244CA8224EE6022AF2F85"/>
                              </w:placeholder>
                              <w15:appearance w15:val="hidden"/>
                            </w:sdtPr>
                            <w:sdtContent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>E</w:t>
                              </w:r>
                              <w:r w:rsidRPr="00F40766"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 xml:space="preserve">igenwijze mensen </w:t>
                              </w:r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>denken alleen aan zichzelf</w:t>
                              </w:r>
                            </w:sdtContent>
                          </w:sdt>
                        </w:p>
                        <w:p w14:paraId="5AF999D4" w14:textId="77777777" w:rsidR="008F46E2" w:rsidRDefault="008F46E2" w:rsidP="008F46E2"/>
                      </w:txbxContent>
                    </v:textbox>
                  </v:shape>
                  <v:shape id="Vrije vorm 393792056" o:spid="_x0000_s1033" style="position:absolute;left:42214;width:31014;height:17270;visibility:visible;mso-wrap-style:square;v-text-anchor:middle" coordsize="3101340,1727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" path="m2948940,1727200r-2796540,c68580,1727200,,1658620,,1574800l,152400c,68580,68580,,152400,l2948940,v83820,,152400,68580,152400,152400l3101340,1574800v,83820,-68580,152400,-152400,152400xe" fillcolor="#b5d8c7 [1945]" stroked="f" strokeweight="1pt">
                    <v:stroke joinstyle="miter"/>
                    <v:path arrowok="t" o:connecttype="custom" o:connectlocs="2948940,1727086;152400,1727086;0,1574696;0,152390;152400,0;2948940,0;3101340,152390;3101340,1574696;2948940,1727086" o:connectangles="0,0,0,0,0,0,0,0,0"/>
                  </v:shape>
                  <v:shape id="Vrije vorm 1603361442" o:spid="_x0000_s1034" style="position:absolute;left:42138;top:19659;width:31014;height:17271;visibility:visible;mso-wrap-style:square;v-text-anchor:middle" coordsize="3101340,1727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" adj="-11796480,,5400" path="m2948940,1727200r-2796540,c68580,1727200,,1658620,,1574800l,152400c,68580,68580,,152400,l2948940,v83820,,152400,68580,152400,152400l3101340,1574800v,83820,-68580,152400,-152400,152400xe" fillcolor="#b5d8c7 [1945]" stroked="f" strokeweight="1pt">
                    <v:stroke joinstyle="miter"/>
                    <v:formulas/>
                    <v:path arrowok="t" o:connecttype="custom" o:connectlocs="2948940,1727086;152400,1727086;0,1574696;0,152390;152400,0;2948940,0;3101340,152390;3101340,1574696;2948940,1727086" o:connectangles="0,0,0,0,0,0,0,0,0" textboxrect="0,0,3101340,1727200"/>
                    <v:textbox>
                      <w:txbxContent>
                        <w:p w14:paraId="1344C944" w14:textId="1A121A2A" w:rsidR="008F46E2" w:rsidRPr="00B117D5" w:rsidRDefault="008F46E2" w:rsidP="008F46E2">
                          <w:pPr>
                            <w:pStyle w:val="Naamvanevenement-groen"/>
                          </w:pPr>
                          <w:sdt>
                            <w:sdtPr>
                              <w:id w:val="-38664331"/>
                              <w:placeholder>
                                <w:docPart w:val="C184EE02136640448008AB13B3AEBCE7"/>
                              </w:placeholder>
                              <w15:appearance w15:val="hidden"/>
                            </w:sdtPr>
                            <w:sdtContent>
                              <w:r>
                                <w:t xml:space="preserve">Wie - </w:t>
                              </w:r>
                              <w:r>
                                <w:t>eigenwijs</w:t>
                              </w:r>
                            </w:sdtContent>
                          </w:sdt>
                          <w:r w:rsidRPr="00F1770F">
                            <w:rPr>
                              <w:lang w:bidi="nl-NL"/>
                            </w:rPr>
                            <w:t xml:space="preserve"> </w:t>
                          </w:r>
                        </w:p>
                        <w:p w14:paraId="50E9EEF3" w14:textId="7D7946F6" w:rsidR="008F46E2" w:rsidRPr="00F40766" w:rsidRDefault="008F46E2" w:rsidP="008F46E2">
                          <w:pPr>
                            <w:pStyle w:val="Ticketgroen"/>
                            <w:rPr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1710992186"/>
                              <w:placeholder>
                                <w:docPart w:val="008896757FE740A7BF9C0E91A1BF572A"/>
                              </w:placeholder>
                              <w15:appearance w15:val="hidden"/>
                            </w:sdtPr>
                            <w:sdtContent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 xml:space="preserve">Greta </w:t>
                              </w:r>
                              <w:proofErr w:type="spellStart"/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>Thunberg</w:t>
                              </w:r>
                              <w:proofErr w:type="spellEnd"/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sdtContent>
                          </w:sdt>
                          <w:r w:rsidRPr="00F40766">
                            <w:rPr>
                              <w:caps w:val="0"/>
                              <w:sz w:val="28"/>
                              <w:szCs w:val="28"/>
                              <w:lang w:bidi="nl-NL"/>
                            </w:rPr>
                            <w:t xml:space="preserve"> </w:t>
                          </w:r>
                        </w:p>
                        <w:p w14:paraId="70977BCE" w14:textId="77777777" w:rsidR="008F46E2" w:rsidRDefault="008F46E2" w:rsidP="008F46E2"/>
                      </w:txbxContent>
                    </v:textbox>
                  </v:shape>
                  <v:shape id="Vrije vorm 722847080" o:spid="_x0000_s1035" style="position:absolute;left:42291;top:39395;width:31013;height:17271;visibility:visible;mso-wrap-style:square;v-text-anchor:middle" coordsize="3101340,1727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" adj="-11796480,,5400" path="m2948940,1727200r-2796540,c68580,1727200,,1658620,,1574800l,152400c,68580,68580,,152400,l2948940,v83820,,152400,68580,152400,152400l3101340,1574800v,83820,-68580,152400,-152400,152400xe" fillcolor="#b5d8c7 [1945]" stroked="f" strokeweight="1pt">
                    <v:stroke joinstyle="miter"/>
                    <v:formulas/>
                    <v:path arrowok="t" o:connecttype="custom" o:connectlocs="2948940,1727086;152400,1727086;0,1574696;0,152390;152400,0;2948940,0;3101340,152390;3101340,1574696;2948940,1727086" o:connectangles="0,0,0,0,0,0,0,0,0" textboxrect="0,0,3101340,1727200"/>
                    <v:textbox>
                      <w:txbxContent>
                        <w:p w14:paraId="53FEA90D" w14:textId="31F19698" w:rsidR="008F46E2" w:rsidRPr="00B117D5" w:rsidRDefault="008F46E2" w:rsidP="008F46E2">
                          <w:pPr>
                            <w:pStyle w:val="Naamvanevenement-groen"/>
                          </w:pPr>
                          <w:sdt>
                            <w:sdtPr>
                              <w:id w:val="-331691188"/>
                              <w:placeholder>
                                <w:docPart w:val="E5435D5B7D6943C3B4FDCFABA70AD126"/>
                              </w:placeholder>
                              <w15:appearance w15:val="hidden"/>
                            </w:sdtPr>
                            <w:sdtContent>
                              <w:r>
                                <w:t xml:space="preserve">Wie - </w:t>
                              </w:r>
                              <w:r>
                                <w:t>eigenwijs</w:t>
                              </w:r>
                            </w:sdtContent>
                          </w:sdt>
                          <w:r w:rsidRPr="00F1770F">
                            <w:rPr>
                              <w:lang w:bidi="nl-NL"/>
                            </w:rPr>
                            <w:t xml:space="preserve"> </w:t>
                          </w:r>
                        </w:p>
                        <w:sdt>
                          <w:sdtPr>
                            <w:rPr>
                              <w:sz w:val="28"/>
                              <w:szCs w:val="28"/>
                            </w:rPr>
                            <w:id w:val="-1949775174"/>
                            <w:placeholder>
                              <w:docPart w:val="9B84772DB447414F83E8FAF12097D384"/>
                            </w:placeholder>
                            <w15:appearance w15:val="hidden"/>
                          </w:sdtPr>
                          <w:sdtContent>
                            <w:p w14:paraId="258ACA34" w14:textId="5917A76C" w:rsidR="008F46E2" w:rsidRDefault="008F46E2" w:rsidP="008F46E2">
                              <w:pPr>
                                <w:pStyle w:val="Ticketgroen"/>
                                <w:rPr>
                                  <w:caps w:val="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>Albert Einstein</w:t>
                              </w:r>
                            </w:p>
                            <w:p w14:paraId="6BA82B0A" w14:textId="48F3B573" w:rsidR="008F46E2" w:rsidRPr="00F40766" w:rsidRDefault="008F46E2" w:rsidP="008F46E2">
                              <w:pPr>
                                <w:pStyle w:val="Ticketgroen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</w:p>
                          </w:sdtContent>
                        </w:sdt>
                        <w:p w14:paraId="728E02D7" w14:textId="77777777" w:rsidR="008F46E2" w:rsidRDefault="008F46E2" w:rsidP="008F46E2"/>
                      </w:txbxContent>
                    </v:textbox>
                  </v:shape>
                  <v:shape id="Vrije vorm 1577399582" o:spid="_x0000_s1036" style="position:absolute;left:42214;top:59055;width:31014;height:17270;visibility:visible;mso-wrap-style:square;v-text-anchor:middle" coordsize="3101340,1727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" adj="-11796480,,5400" path="m2948940,1727200r-2796540,c68580,1727200,,1658620,,1574800l,152400c,68580,68580,,152400,l2948940,v83820,,152400,68580,152400,152400l3101340,1574800v,83820,-68580,152400,-152400,152400xe" fillcolor="#b5d8c7 [1945]" stroked="f" strokeweight="1pt">
                    <v:stroke joinstyle="miter"/>
                    <v:formulas/>
                    <v:path arrowok="t" o:connecttype="custom" o:connectlocs="2948940,1727086;152400,1727086;0,1574696;0,152390;152400,0;2948940,0;3101340,152390;3101340,1574696;2948940,1727086" o:connectangles="0,0,0,0,0,0,0,0,0" textboxrect="0,0,3101340,1727200"/>
                    <v:textbox>
                      <w:txbxContent>
                        <w:p w14:paraId="2FF4E853" w14:textId="11441C2C" w:rsidR="008F46E2" w:rsidRPr="00B117D5" w:rsidRDefault="008F46E2" w:rsidP="008F46E2">
                          <w:pPr>
                            <w:pStyle w:val="Naamvanevenement-groen"/>
                          </w:pPr>
                          <w:sdt>
                            <w:sdtPr>
                              <w:id w:val="-2099326729"/>
                              <w:placeholder>
                                <w:docPart w:val="D717D73B3E3F41689BF204089AE25E55"/>
                              </w:placeholder>
                              <w15:appearance w15:val="hidden"/>
                            </w:sdtPr>
                            <w:sdtContent>
                              <w:r>
                                <w:t xml:space="preserve">Wie - </w:t>
                              </w:r>
                              <w:r>
                                <w:t>eigenwijs</w:t>
                              </w:r>
                            </w:sdtContent>
                          </w:sdt>
                          <w:r w:rsidRPr="00F1770F">
                            <w:rPr>
                              <w:lang w:bidi="nl-NL"/>
                            </w:rPr>
                            <w:t xml:space="preserve"> </w:t>
                          </w:r>
                        </w:p>
                        <w:p w14:paraId="61818986" w14:textId="4745AD57" w:rsidR="008F46E2" w:rsidRPr="00F40766" w:rsidRDefault="008F46E2" w:rsidP="008F46E2">
                          <w:pPr>
                            <w:pStyle w:val="Ticketgroen"/>
                            <w:rPr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-219909675"/>
                              <w:placeholder>
                                <w:docPart w:val="B689544B390E496C91E001DFB9131464"/>
                              </w:placeholder>
                              <w15:appearance w15:val="hidden"/>
                            </w:sdtPr>
                            <w:sdtContent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 xml:space="preserve">Harry Potter </w:t>
                              </w:r>
                            </w:sdtContent>
                          </w:sdt>
                          <w:r w:rsidRPr="00F40766">
                            <w:rPr>
                              <w:caps w:val="0"/>
                              <w:sz w:val="28"/>
                              <w:szCs w:val="28"/>
                              <w:lang w:bidi="nl-NL"/>
                            </w:rPr>
                            <w:t xml:space="preserve"> </w:t>
                          </w:r>
                        </w:p>
                        <w:p w14:paraId="19EA6935" w14:textId="77777777" w:rsidR="008F46E2" w:rsidRDefault="008F46E2" w:rsidP="008F46E2"/>
                      </w:txbxContent>
                    </v:textbox>
                  </v:shape>
                  <v:shape id="Vrije vorm 1201502580" o:spid="_x0000_s1037" style="position:absolute;left:42291;top:78714;width:31013;height:17271;visibility:visible;mso-wrap-style:square;v-text-anchor:middle" coordsize="3101339,1727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" adj="-11796480,,5400" path="m2948940,1727200r-2796540,c68580,1727200,,1658620,,1574800l,152400c,68580,68580,,152400,l2948940,v83820,,152400,68580,152400,152400l3101340,1574800v,83820,-68580,152400,-152400,152400xe" fillcolor="#b5d8c7 [1945]" stroked="f" strokeweight="1pt">
                    <v:stroke joinstyle="miter"/>
                    <v:formulas/>
                    <v:path arrowok="t" o:connecttype="custom" o:connectlocs="2948940,1727086;152400,1727086;0,1574696;0,152390;152400,0;2948940,0;3101340,152390;3101340,1574696;2948940,1727086" o:connectangles="0,0,0,0,0,0,0,0,0" textboxrect="0,0,3101339,1727200"/>
                    <v:textbox>
                      <w:txbxContent>
                        <w:p w14:paraId="49D270EE" w14:textId="43FD42C7" w:rsidR="008F46E2" w:rsidRPr="00B117D5" w:rsidRDefault="008F46E2" w:rsidP="008F46E2">
                          <w:pPr>
                            <w:pStyle w:val="Naamvanevenement-groen"/>
                          </w:pPr>
                          <w:sdt>
                            <w:sdtPr>
                              <w:id w:val="586806713"/>
                              <w:placeholder>
                                <w:docPart w:val="EC615AE3DA524D9E942E2B8F4DBE29E0"/>
                              </w:placeholder>
                              <w15:appearance w15:val="hidden"/>
                            </w:sdtPr>
                            <w:sdtContent>
                              <w:r>
                                <w:t xml:space="preserve">Wie - </w:t>
                              </w:r>
                              <w:r>
                                <w:t>eigenwijs</w:t>
                              </w:r>
                            </w:sdtContent>
                          </w:sdt>
                          <w:r w:rsidRPr="00F1770F">
                            <w:rPr>
                              <w:lang w:bidi="nl-NL"/>
                            </w:rPr>
                            <w:t xml:space="preserve"> </w:t>
                          </w:r>
                        </w:p>
                        <w:p w14:paraId="294332A7" w14:textId="02B4CD8C" w:rsidR="008F46E2" w:rsidRPr="00F40766" w:rsidRDefault="008F46E2" w:rsidP="008F46E2">
                          <w:pPr>
                            <w:pStyle w:val="Ticketgroen"/>
                            <w:rPr>
                              <w:sz w:val="28"/>
                              <w:szCs w:val="28"/>
                            </w:rPr>
                          </w:pP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818156544"/>
                              <w:placeholder>
                                <w:docPart w:val="8E5982580F4E45C5AF7D3EBE8F0694E9"/>
                              </w:placeholder>
                              <w15:appearance w15:val="hidden"/>
                            </w:sdtPr>
                            <w:sdtContent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 xml:space="preserve">Pluk van de </w:t>
                              </w:r>
                              <w:proofErr w:type="spellStart"/>
                              <w:r>
                                <w:rPr>
                                  <w:caps w:val="0"/>
                                  <w:sz w:val="36"/>
                                  <w:szCs w:val="36"/>
                                </w:rPr>
                                <w:t>Petteflet</w:t>
                              </w:r>
                              <w:proofErr w:type="spellEnd"/>
                            </w:sdtContent>
                          </w:sdt>
                          <w:r w:rsidRPr="00F40766">
                            <w:rPr>
                              <w:caps w:val="0"/>
                              <w:sz w:val="28"/>
                              <w:szCs w:val="28"/>
                              <w:lang w:bidi="nl-NL"/>
                            </w:rPr>
                            <w:t xml:space="preserve"> </w:t>
                          </w:r>
                        </w:p>
                        <w:p w14:paraId="270109FB" w14:textId="77777777" w:rsidR="008F46E2" w:rsidRDefault="008F46E2" w:rsidP="008F46E2"/>
                      </w:txbxContent>
                    </v:textbox>
                  </v:shape>
                </v:group>
                <v:group id="Groep 3" o:spid="_x0000_s1038" style="position:absolute;left:2819;top:2209;width:67589;height:91758" coordsize="67589,91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group id="Groep 6" o:spid="_x0000_s1039" style="position:absolute;left:42367;top:38938;width:25146;height:12969" coordsize="25146,12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">
                    <v:line id="Rechte verbindingslijn 8" o:spid="_x0000_s1040" style="position:absolute;rotation:90;visibility:visible;mso-wrap-style:square" from="12573,-12573" to="12573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" strokecolor="black [3213]" strokeweight="1.75pt">
                      <v:stroke dashstyle="1 1" joinstyle="miter" endcap="round"/>
                    </v:line>
                    <v:line id="Rechte verbindingslijn 9" o:spid="_x0000_s1041" style="position:absolute;rotation:90;visibility:visible;mso-wrap-style:square" from="12573,395" to="12573,25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" strokecolor="black [3213]" strokeweight="1.75pt">
                      <v:stroke dashstyle="1 1" joinstyle="miter" endcap="round"/>
                    </v:line>
                  </v:group>
                  <v:group id="Groep 4" o:spid="_x0000_s1042" style="position:absolute;left:42214;top:19659;width:25146;height:12967" coordsize="25146,12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">
                    <v:line id="Rechte verbindingslijn 8" o:spid="_x0000_s1043" style="position:absolute;rotation:90;visibility:visible;mso-wrap-style:square" from="12573,-12573" to="12573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" strokecolor="black [3213]" strokeweight="1.75pt">
                      <v:stroke dashstyle="1 1" joinstyle="miter" endcap="round"/>
                    </v:line>
                    <v:line id="Rechte verbindingslijn 9" o:spid="_x0000_s1044" style="position:absolute;rotation:90;visibility:visible;mso-wrap-style:square" from="12573,395" to="12573,25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" strokecolor="black [3213]" strokeweight="1.75pt">
                      <v:stroke dashstyle="1 1" joinstyle="miter" endcap="round"/>
                    </v:line>
                  </v:group>
                  <v:group id="Groep 3" o:spid="_x0000_s1045" style="position:absolute;left:42443;width:25146;height:12966" coordsize="25146,12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">
                    <v:line id="Rechte verbindingslijn 8" o:spid="_x0000_s1046" style="position:absolute;rotation:90;visibility:visible;mso-wrap-style:square" from="12573,-12573" to="12573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" strokecolor="black [3213]" strokeweight="1.75pt">
                      <v:stroke dashstyle="1 1" joinstyle="miter" endcap="round"/>
                    </v:line>
                    <v:line id="Rechte verbindingslijn 9" o:spid="_x0000_s1047" style="position:absolute;rotation:90;visibility:visible;mso-wrap-style:square" from="12573,395" to="12573,25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" strokecolor="black [3213]" strokeweight="1.75pt">
                      <v:stroke dashstyle="1 1" joinstyle="miter" endcap="round"/>
                    </v:line>
                  </v:group>
                  <v:group id="Groep 8" o:spid="_x0000_s1048" style="position:absolute;left:42443;top:58674;width:25146;height:12966" coordsize="25146,12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">
                    <v:line id="Rechte verbindingslijn 8" o:spid="_x0000_s1049" style="position:absolute;rotation:90;visibility:visible;mso-wrap-style:square" from="12573,-12573" to="12573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" strokecolor="black [3213]" strokeweight="1.75pt">
                      <v:stroke dashstyle="1 1" joinstyle="miter" endcap="round"/>
                    </v:line>
                    <v:line id="Rechte verbindingslijn 9" o:spid="_x0000_s1050" style="position:absolute;rotation:90;visibility:visible;mso-wrap-style:square" from="12573,395" to="12573,25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" strokecolor="black [3213]" strokeweight="1.75pt">
                      <v:stroke dashstyle="1 1" joinstyle="miter" endcap="round"/>
                    </v:line>
                  </v:group>
                  <v:group id="Groep 10" o:spid="_x0000_s1051" style="position:absolute;left:42291;top:78638;width:25146;height:12967" coordsize="25146,12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">
                    <v:line id="Rechte verbindingslijn 8" o:spid="_x0000_s1052" style="position:absolute;rotation:90;visibility:visible;mso-wrap-style:square" from="12573,-12573" to="12573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" strokecolor="black [3213]" strokeweight="1.75pt">
                      <v:stroke dashstyle="1 1" joinstyle="miter" endcap="round"/>
                    </v:line>
                    <v:line id="Rechte verbindingslijn 9" o:spid="_x0000_s1053" style="position:absolute;rotation:90;visibility:visible;mso-wrap-style:square" from="12573,395" to="12573,25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" strokecolor="black [3213]" strokeweight="1.75pt">
                      <v:stroke dashstyle="1 1" joinstyle="miter" endcap="round"/>
                    </v:line>
                  </v:group>
                  <v:group id="Groep 1" o:spid="_x0000_s1054" style="position:absolute;left:152;top:76;width:25146;height:12966" coordsize="25146,12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">
                    <v:line id="Rechte verbindingslijn 8" o:spid="_x0000_s1055" style="position:absolute;rotation:90;visibility:visible;mso-wrap-style:square" from="12573,-12573" to="12573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" strokecolor="#e6e1c8 [1942]" strokeweight="1.75pt">
                      <v:stroke dashstyle="1 1" joinstyle="miter" endcap="round"/>
                    </v:line>
                    <v:line id="Rechte verbindingslijn 9" o:spid="_x0000_s1056" style="position:absolute;rotation:90;visibility:visible;mso-wrap-style:square" from="12573,395" to="12573,25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" strokecolor="#e6e1c8 [1942]" strokeweight="1.75pt">
                      <v:stroke dashstyle="1 1" joinstyle="miter" endcap="round"/>
                    </v:line>
                  </v:group>
                  <v:group id="Groep 2" o:spid="_x0000_s1057" style="position:absolute;top:19659;width:25146;height:12967" coordsize="25146,12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">
                    <v:line id="Rechte verbindingslijn 8" o:spid="_x0000_s1058" style="position:absolute;rotation:90;visibility:visible;mso-wrap-style:square" from="12573,-12573" to="12573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" strokecolor="#e6e1c8 [1942]" strokeweight="1.75pt">
                      <v:stroke dashstyle="1 1" joinstyle="miter" endcap="round"/>
                    </v:line>
                    <v:line id="Rechte verbindingslijn 9" o:spid="_x0000_s1059" style="position:absolute;rotation:90;visibility:visible;mso-wrap-style:square" from="12573,395" to="12573,25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" strokecolor="#e6e1c8 [1942]" strokeweight="1.75pt">
                      <v:stroke dashstyle="1 1" joinstyle="miter" endcap="round"/>
                    </v:line>
                  </v:group>
                  <v:group id="_x0000_s1060" style="position:absolute;left:228;top:39395;width:25146;height:12967" coordsize="25146,12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">
                    <v:line id="Rechte verbindingslijn 8" o:spid="_x0000_s1061" style="position:absolute;rotation:90;visibility:visible;mso-wrap-style:square" from="12573,-12573" to="12573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" strokecolor="#e6e1c8 [1942]" strokeweight="1.75pt">
                      <v:stroke dashstyle="1 1" joinstyle="miter" endcap="round"/>
                    </v:line>
                    <v:line id="Rechte verbindingslijn 9" o:spid="_x0000_s1062" style="position:absolute;rotation:90;visibility:visible;mso-wrap-style:square" from="12573,395" to="12573,25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" strokecolor="#e6e1c8 [1942]" strokeweight="1.75pt">
                      <v:stroke dashstyle="1 1" joinstyle="miter" endcap="round"/>
                    </v:line>
                  </v:group>
                  <v:group id="Groep 9" o:spid="_x0000_s1063" style="position:absolute;left:381;top:78790;width:25146;height:12967" coordsize="25146,12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">
                    <v:line id="Rechte verbindingslijn 8" o:spid="_x0000_s1064" style="position:absolute;rotation:90;visibility:visible;mso-wrap-style:square" from="12573,-12573" to="12573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" strokecolor="#e6e1c8 [1942]" strokeweight="1.75pt">
                      <v:stroke dashstyle="1 1" joinstyle="miter" endcap="round"/>
                    </v:line>
                    <v:line id="Rechte verbindingslijn 9" o:spid="_x0000_s1065" style="position:absolute;rotation:90;visibility:visible;mso-wrap-style:square" from="12573,395" to="12573,25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" strokecolor="#e6e1c8 [1942]" strokeweight="1.75pt">
                      <v:stroke dashstyle="1 1" joinstyle="miter" endcap="round"/>
                    </v:line>
                  </v:group>
                  <v:group id="Groep 7" o:spid="_x0000_s1066" style="position:absolute;left:228;top:59055;width:25146;height:12966" coordsize="25146,12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">
                    <v:line id="Rechte verbindingslijn 8" o:spid="_x0000_s1067" style="position:absolute;rotation:90;visibility:visible;mso-wrap-style:square" from="12573,-12573" to="12573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" strokecolor="#e6e1c8 [1942]" strokeweight="1.75pt">
                      <v:stroke dashstyle="1 1" joinstyle="miter" endcap="round"/>
                    </v:line>
                    <v:line id="Rechte verbindingslijn 9" o:spid="_x0000_s1068" style="position:absolute;rotation:90;visibility:visible;mso-wrap-style:square" from="12573,395" to="12573,25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" strokecolor="#e6e1c8 [1942]" strokeweight="1.75pt">
                      <v:stroke dashstyle="1 1" joinstyle="miter" endcap="round"/>
                    </v:line>
                  </v:group>
                </v:group>
                <w10:anchorlock/>
              </v:group>
            </w:pict>
          </mc:Fallback>
        </mc:AlternateContent>
      </w:r>
    </w:p>
    <w:tbl>
      <w:tblPr>
        <w:tblW w:w="4625" w:type="pct"/>
        <w:tblInd w:w="376" w:type="dxa"/>
        <w:tblLayout w:type="fixed"/>
        <w:tblLook w:val="0600" w:firstRow="0" w:lastRow="0" w:firstColumn="0" w:lastColumn="0" w:noHBand="1" w:noVBand="1"/>
      </w:tblPr>
      <w:tblGrid>
        <w:gridCol w:w="3845"/>
        <w:gridCol w:w="2658"/>
        <w:gridCol w:w="3844"/>
      </w:tblGrid>
      <w:tr w:rsidR="00EB0638" w14:paraId="2F3CDF22" w14:textId="77777777" w:rsidTr="00F40766">
        <w:trPr>
          <w:cantSplit/>
          <w:trHeight w:val="3096"/>
        </w:trPr>
        <w:tc>
          <w:tcPr>
            <w:tcW w:w="3845" w:type="dxa"/>
          </w:tcPr>
          <w:p w14:paraId="4C2ECA96" w14:textId="6ACFC0A4" w:rsidR="00EB0638" w:rsidRPr="00B117D5" w:rsidRDefault="00000000" w:rsidP="00B117D5">
            <w:pPr>
              <w:pStyle w:val="Naamvanevenement-groen"/>
            </w:pPr>
            <w:sdt>
              <w:sdtPr>
                <w:id w:val="-1224372182"/>
                <w:placeholder>
                  <w:docPart w:val="908E202779BA4DA4B6BFA3099746406C"/>
                </w:placeholder>
                <w15:appearance w15:val="hidden"/>
              </w:sdtPr>
              <w:sdtContent>
                <w:r w:rsidR="008F46E2">
                  <w:t xml:space="preserve">Hoe - </w:t>
                </w:r>
                <w:r w:rsidR="00F40766">
                  <w:t>eigenwijs</w:t>
                </w:r>
              </w:sdtContent>
            </w:sdt>
            <w:r w:rsidR="006171C6" w:rsidRPr="00F1770F">
              <w:rPr>
                <w:lang w:bidi="nl-NL"/>
              </w:rPr>
              <w:t xml:space="preserve"> </w:t>
            </w:r>
          </w:p>
          <w:p w14:paraId="3A1EB2BC" w14:textId="0982C7E1" w:rsidR="004339C5" w:rsidRPr="00F40766" w:rsidRDefault="00000000" w:rsidP="00F1770F">
            <w:pPr>
              <w:pStyle w:val="Ticketgroen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1821494646"/>
                <w:placeholder>
                  <w:docPart w:val="E3F0BEC14A4048519DB09E6DCADB1EB6"/>
                </w:placeholder>
                <w15:appearance w15:val="hidden"/>
              </w:sdtPr>
              <w:sdtContent>
                <w:r w:rsidR="00F40766">
                  <w:rPr>
                    <w:caps w:val="0"/>
                    <w:sz w:val="36"/>
                    <w:szCs w:val="36"/>
                  </w:rPr>
                  <w:t>E</w:t>
                </w:r>
                <w:r w:rsidR="00F40766" w:rsidRPr="00F40766">
                  <w:rPr>
                    <w:caps w:val="0"/>
                    <w:sz w:val="36"/>
                    <w:szCs w:val="36"/>
                  </w:rPr>
                  <w:t>igenwijze mensen zijn bijzonder</w:t>
                </w:r>
              </w:sdtContent>
            </w:sdt>
            <w:r w:rsidR="006171C6" w:rsidRPr="00F40766">
              <w:rPr>
                <w:caps w:val="0"/>
                <w:sz w:val="28"/>
                <w:szCs w:val="28"/>
                <w:lang w:bidi="nl-NL"/>
              </w:rPr>
              <w:t xml:space="preserve"> </w:t>
            </w:r>
          </w:p>
          <w:p w14:paraId="46BBB2C2" w14:textId="1E4E379C" w:rsidR="00EB0638" w:rsidRPr="00423BE2" w:rsidRDefault="00EB0638" w:rsidP="00B117D5">
            <w:pPr>
              <w:pStyle w:val="Locatie-groen"/>
            </w:pPr>
          </w:p>
        </w:tc>
        <w:tc>
          <w:tcPr>
            <w:tcW w:w="2658" w:type="dxa"/>
          </w:tcPr>
          <w:p w14:paraId="29C59BDD" w14:textId="77777777" w:rsidR="00EB0638" w:rsidRDefault="00EB0638" w:rsidP="004339C5">
            <w:pPr>
              <w:pStyle w:val="Toegang"/>
              <w:framePr w:wrap="around"/>
              <w:jc w:val="center"/>
            </w:pPr>
          </w:p>
        </w:tc>
        <w:tc>
          <w:tcPr>
            <w:tcW w:w="3844" w:type="dxa"/>
          </w:tcPr>
          <w:p w14:paraId="2FE699F1" w14:textId="4BDE9057" w:rsidR="008F46E2" w:rsidRPr="00B117D5" w:rsidRDefault="008F46E2" w:rsidP="008F46E2">
            <w:pPr>
              <w:pStyle w:val="Naamvanevenement-groen"/>
            </w:pPr>
            <w:sdt>
              <w:sdtPr>
                <w:id w:val="-484548175"/>
                <w:placeholder>
                  <w:docPart w:val="34EF8D07BDD0454F99411D0EE8F06D94"/>
                </w:placeholder>
                <w15:appearance w15:val="hidden"/>
              </w:sdtPr>
              <w:sdtContent>
                <w:r>
                  <w:t xml:space="preserve">Wie - </w:t>
                </w:r>
                <w:r>
                  <w:t>eigenwijs</w:t>
                </w:r>
              </w:sdtContent>
            </w:sdt>
            <w:r w:rsidRPr="00F1770F">
              <w:rPr>
                <w:lang w:bidi="nl-NL"/>
              </w:rPr>
              <w:t xml:space="preserve"> </w:t>
            </w:r>
          </w:p>
          <w:p w14:paraId="3CAC85CC" w14:textId="28379BFC" w:rsidR="008F46E2" w:rsidRPr="00F40766" w:rsidRDefault="008F46E2" w:rsidP="008F46E2">
            <w:pPr>
              <w:pStyle w:val="Ticketgroen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368109239"/>
                <w:placeholder>
                  <w:docPart w:val="94EA1CE1FF144A91A55AF4B89492CAD9"/>
                </w:placeholder>
                <w15:appearance w15:val="hidden"/>
              </w:sdtPr>
              <w:sdtContent>
                <w:r>
                  <w:rPr>
                    <w:caps w:val="0"/>
                    <w:sz w:val="36"/>
                    <w:szCs w:val="36"/>
                  </w:rPr>
                  <w:t xml:space="preserve">Pippi Langkous </w:t>
                </w:r>
              </w:sdtContent>
            </w:sdt>
            <w:r w:rsidRPr="00F40766">
              <w:rPr>
                <w:caps w:val="0"/>
                <w:sz w:val="28"/>
                <w:szCs w:val="28"/>
                <w:lang w:bidi="nl-NL"/>
              </w:rPr>
              <w:t xml:space="preserve"> </w:t>
            </w:r>
          </w:p>
          <w:p w14:paraId="294AA230" w14:textId="410A3C42" w:rsidR="00EB0638" w:rsidRPr="00423BE2" w:rsidRDefault="00EB0638" w:rsidP="008F46E2">
            <w:pPr>
              <w:pStyle w:val="Secundairtype-zwart"/>
              <w:jc w:val="both"/>
            </w:pPr>
          </w:p>
        </w:tc>
      </w:tr>
    </w:tbl>
    <w:p w14:paraId="3A930095" w14:textId="77777777" w:rsidR="002606A0" w:rsidRPr="008F46E2" w:rsidRDefault="002606A0" w:rsidP="00FE2FE7">
      <w:pPr>
        <w:spacing w:line="120" w:lineRule="auto"/>
        <w:jc w:val="both"/>
        <w:rPr>
          <w:sz w:val="16"/>
          <w:szCs w:val="16"/>
        </w:rPr>
      </w:pPr>
    </w:p>
    <w:sectPr w:rsidR="002606A0" w:rsidRPr="008F46E2" w:rsidSect="007B2D51">
      <w:pgSz w:w="11906" w:h="16838" w:code="9"/>
      <w:pgMar w:top="1152" w:right="360" w:bottom="288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110A6" w14:textId="77777777" w:rsidR="002D58AE" w:rsidRDefault="002D58AE" w:rsidP="00A52461">
      <w:r>
        <w:separator/>
      </w:r>
    </w:p>
  </w:endnote>
  <w:endnote w:type="continuationSeparator" w:id="0">
    <w:p w14:paraId="41A7357D" w14:textId="77777777" w:rsidR="002D58AE" w:rsidRDefault="002D58AE" w:rsidP="00A52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1D4A5" w14:textId="77777777" w:rsidR="002D58AE" w:rsidRDefault="002D58AE" w:rsidP="00A52461">
      <w:r>
        <w:separator/>
      </w:r>
    </w:p>
  </w:footnote>
  <w:footnote w:type="continuationSeparator" w:id="0">
    <w:p w14:paraId="6ADCFC67" w14:textId="77777777" w:rsidR="002D58AE" w:rsidRDefault="002D58AE" w:rsidP="00A52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766"/>
    <w:rsid w:val="000343F0"/>
    <w:rsid w:val="00056989"/>
    <w:rsid w:val="0009597E"/>
    <w:rsid w:val="000B644B"/>
    <w:rsid w:val="000E2CAF"/>
    <w:rsid w:val="000F7AF7"/>
    <w:rsid w:val="00127E91"/>
    <w:rsid w:val="00152BCB"/>
    <w:rsid w:val="0015384D"/>
    <w:rsid w:val="00167157"/>
    <w:rsid w:val="00180BA2"/>
    <w:rsid w:val="001B1B09"/>
    <w:rsid w:val="00212EA7"/>
    <w:rsid w:val="002606A0"/>
    <w:rsid w:val="002A2221"/>
    <w:rsid w:val="002B16FD"/>
    <w:rsid w:val="002B1FDA"/>
    <w:rsid w:val="002D58AE"/>
    <w:rsid w:val="002D6788"/>
    <w:rsid w:val="00301F47"/>
    <w:rsid w:val="00383FCE"/>
    <w:rsid w:val="003C7763"/>
    <w:rsid w:val="004039FB"/>
    <w:rsid w:val="00423BE2"/>
    <w:rsid w:val="004339C5"/>
    <w:rsid w:val="00485894"/>
    <w:rsid w:val="00496F56"/>
    <w:rsid w:val="004A42DC"/>
    <w:rsid w:val="004B577D"/>
    <w:rsid w:val="00567D76"/>
    <w:rsid w:val="00573A03"/>
    <w:rsid w:val="00595DA7"/>
    <w:rsid w:val="006171C6"/>
    <w:rsid w:val="00627DAD"/>
    <w:rsid w:val="00632780"/>
    <w:rsid w:val="00653DD9"/>
    <w:rsid w:val="0068350E"/>
    <w:rsid w:val="00695E1E"/>
    <w:rsid w:val="00721ACB"/>
    <w:rsid w:val="00723FA5"/>
    <w:rsid w:val="00743F8E"/>
    <w:rsid w:val="00763CE9"/>
    <w:rsid w:val="007B2D51"/>
    <w:rsid w:val="007E6940"/>
    <w:rsid w:val="00830A6D"/>
    <w:rsid w:val="008560BD"/>
    <w:rsid w:val="008636F8"/>
    <w:rsid w:val="00893341"/>
    <w:rsid w:val="008F46E2"/>
    <w:rsid w:val="009454D4"/>
    <w:rsid w:val="00987C62"/>
    <w:rsid w:val="009A7365"/>
    <w:rsid w:val="009B4DEA"/>
    <w:rsid w:val="009E6513"/>
    <w:rsid w:val="00A25480"/>
    <w:rsid w:val="00A32D08"/>
    <w:rsid w:val="00A52461"/>
    <w:rsid w:val="00A546AB"/>
    <w:rsid w:val="00A66544"/>
    <w:rsid w:val="00B117D5"/>
    <w:rsid w:val="00B333FB"/>
    <w:rsid w:val="00BB09CD"/>
    <w:rsid w:val="00BF7008"/>
    <w:rsid w:val="00C31BCE"/>
    <w:rsid w:val="00C4473E"/>
    <w:rsid w:val="00C556B2"/>
    <w:rsid w:val="00C6203F"/>
    <w:rsid w:val="00CD6963"/>
    <w:rsid w:val="00D045AC"/>
    <w:rsid w:val="00D45C4C"/>
    <w:rsid w:val="00D6159E"/>
    <w:rsid w:val="00D62E82"/>
    <w:rsid w:val="00D652EC"/>
    <w:rsid w:val="00D80921"/>
    <w:rsid w:val="00E141DE"/>
    <w:rsid w:val="00E310AF"/>
    <w:rsid w:val="00E527A6"/>
    <w:rsid w:val="00EA4B33"/>
    <w:rsid w:val="00EB0638"/>
    <w:rsid w:val="00EB305A"/>
    <w:rsid w:val="00EC7E6C"/>
    <w:rsid w:val="00EE3AB1"/>
    <w:rsid w:val="00F153B5"/>
    <w:rsid w:val="00F1770F"/>
    <w:rsid w:val="00F40766"/>
    <w:rsid w:val="00FE2FE7"/>
    <w:rsid w:val="00FF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350C1"/>
  <w15:chartTrackingRefBased/>
  <w15:docId w15:val="{A0E822EB-4F1C-42B0-A7F0-4D9F698CD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semiHidden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F1770F"/>
    <w:pPr>
      <w:spacing w:line="216" w:lineRule="auto"/>
      <w:jc w:val="center"/>
    </w:pPr>
    <w:rPr>
      <w:color w:val="376A52" w:themeColor="accent6" w:themeShade="8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Pr>
      <w:color w:val="808080"/>
    </w:rPr>
  </w:style>
  <w:style w:type="paragraph" w:styleId="Titel">
    <w:name w:val="Title"/>
    <w:aliases w:val="TICKET GREEN"/>
    <w:basedOn w:val="Standaard"/>
    <w:next w:val="Standaard"/>
    <w:link w:val="TitelChar"/>
    <w:uiPriority w:val="1"/>
    <w:semiHidden/>
    <w:qFormat/>
    <w:rsid w:val="00423BE2"/>
    <w:pPr>
      <w:spacing w:before="200"/>
      <w:ind w:left="144"/>
    </w:pPr>
    <w:rPr>
      <w:rFonts w:ascii="Georgia" w:hAnsi="Georgia" w:cs="Times New Roman (Body CS)"/>
      <w:spacing w:val="30"/>
      <w:sz w:val="48"/>
      <w:szCs w:val="80"/>
    </w:rPr>
  </w:style>
  <w:style w:type="character" w:customStyle="1" w:styleId="TitelChar">
    <w:name w:val="Titel Char"/>
    <w:aliases w:val="TICKET GREEN Char"/>
    <w:basedOn w:val="Standaardalinea-lettertype"/>
    <w:link w:val="Titel"/>
    <w:uiPriority w:val="1"/>
    <w:semiHidden/>
    <w:rsid w:val="00F1770F"/>
    <w:rPr>
      <w:rFonts w:ascii="Georgia" w:hAnsi="Georgia" w:cs="Times New Roman (Body CS)"/>
      <w:color w:val="376A52" w:themeColor="accent6" w:themeShade="80"/>
      <w:spacing w:val="30"/>
      <w:sz w:val="48"/>
      <w:szCs w:val="80"/>
    </w:rPr>
  </w:style>
  <w:style w:type="paragraph" w:styleId="Ondertitel">
    <w:name w:val="Subtitle"/>
    <w:basedOn w:val="Standaard"/>
    <w:next w:val="Standaard"/>
    <w:link w:val="OndertitelChar"/>
    <w:uiPriority w:val="2"/>
    <w:semiHidden/>
    <w:qFormat/>
    <w:pPr>
      <w:numPr>
        <w:ilvl w:val="1"/>
      </w:numPr>
      <w:spacing w:before="200" w:line="204" w:lineRule="auto"/>
    </w:pPr>
    <w:rPr>
      <w:b/>
      <w:bCs/>
      <w:caps/>
      <w:color w:val="D6CEA5" w:themeColor="accent3"/>
      <w:spacing w:val="20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2"/>
    <w:semiHidden/>
    <w:rsid w:val="00A52461"/>
    <w:rPr>
      <w:b/>
      <w:bCs/>
      <w:caps/>
      <w:color w:val="D6CEA5" w:themeColor="accent3"/>
      <w:spacing w:val="20"/>
      <w:sz w:val="28"/>
      <w:szCs w:val="28"/>
    </w:rPr>
  </w:style>
  <w:style w:type="character" w:styleId="Zwaar">
    <w:name w:val="Strong"/>
    <w:basedOn w:val="Standaardalinea-lettertype"/>
    <w:uiPriority w:val="3"/>
    <w:semiHidden/>
    <w:qFormat/>
    <w:rPr>
      <w:color w:val="73784A" w:themeColor="accent2"/>
    </w:rPr>
  </w:style>
  <w:style w:type="paragraph" w:styleId="Koptekst">
    <w:name w:val="header"/>
    <w:basedOn w:val="Standaard"/>
    <w:link w:val="KoptekstChar"/>
    <w:uiPriority w:val="99"/>
    <w:semiHidden/>
    <w:rsid w:val="00627DAD"/>
    <w:pPr>
      <w:tabs>
        <w:tab w:val="center" w:pos="4680"/>
        <w:tab w:val="right" w:pos="936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A52461"/>
    <w:rPr>
      <w:color w:val="376A52" w:themeColor="accent6" w:themeShade="80"/>
      <w:sz w:val="24"/>
    </w:rPr>
  </w:style>
  <w:style w:type="paragraph" w:styleId="Voettekst">
    <w:name w:val="footer"/>
    <w:basedOn w:val="Standaard"/>
    <w:link w:val="VoettekstChar"/>
    <w:uiPriority w:val="99"/>
    <w:semiHidden/>
    <w:rsid w:val="00627DAD"/>
    <w:pPr>
      <w:tabs>
        <w:tab w:val="center" w:pos="4680"/>
        <w:tab w:val="right" w:pos="936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A52461"/>
    <w:rPr>
      <w:color w:val="376A52" w:themeColor="accent6" w:themeShade="80"/>
      <w:sz w:val="24"/>
    </w:rPr>
  </w:style>
  <w:style w:type="paragraph" w:customStyle="1" w:styleId="Naamvanevenement-groen">
    <w:name w:val="Naam van evenement - groen"/>
    <w:basedOn w:val="Naamvanevenement-zwart"/>
    <w:rsid w:val="00B117D5"/>
    <w:rPr>
      <w:color w:val="376A52" w:themeColor="accent6" w:themeShade="80"/>
    </w:rPr>
  </w:style>
  <w:style w:type="paragraph" w:customStyle="1" w:styleId="Toegang">
    <w:name w:val="Toegang"/>
    <w:basedOn w:val="Standaard"/>
    <w:semiHidden/>
    <w:rsid w:val="00423BE2"/>
    <w:pPr>
      <w:framePr w:wrap="around" w:vAnchor="text" w:hAnchor="text" w:y="1"/>
      <w:spacing w:line="20" w:lineRule="atLeast"/>
      <w:contextualSpacing/>
      <w:jc w:val="left"/>
    </w:pPr>
    <w:rPr>
      <w:rFonts w:ascii="Century Gothic" w:hAnsi="Century Gothic" w:cs="Times New Roman (Body CS)"/>
      <w:b/>
      <w:caps/>
      <w:sz w:val="16"/>
    </w:rPr>
  </w:style>
  <w:style w:type="paragraph" w:customStyle="1" w:styleId="TICKETZWART">
    <w:name w:val="TICKET ZWART"/>
    <w:basedOn w:val="Titel"/>
    <w:qFormat/>
    <w:rsid w:val="00F1770F"/>
    <w:rPr>
      <w:rFonts w:asciiTheme="majorHAnsi" w:hAnsiTheme="majorHAnsi"/>
      <w:color w:val="000000" w:themeColor="text1"/>
    </w:rPr>
  </w:style>
  <w:style w:type="paragraph" w:customStyle="1" w:styleId="Secundairtype-zwart">
    <w:name w:val="Secundair type - zwart"/>
    <w:basedOn w:val="Standaard"/>
    <w:rsid w:val="00F1770F"/>
    <w:pPr>
      <w:spacing w:before="200" w:after="120"/>
      <w:ind w:left="144"/>
      <w:contextualSpacing/>
    </w:pPr>
    <w:rPr>
      <w:color w:val="000000" w:themeColor="text1"/>
      <w:sz w:val="16"/>
    </w:rPr>
  </w:style>
  <w:style w:type="paragraph" w:customStyle="1" w:styleId="Naamvanevenement-zwart">
    <w:name w:val="Naam van evenement - zwart"/>
    <w:basedOn w:val="Standaard"/>
    <w:qFormat/>
    <w:rsid w:val="00F1770F"/>
    <w:pPr>
      <w:spacing w:before="40" w:after="200"/>
      <w:ind w:left="144"/>
      <w:contextualSpacing/>
    </w:pPr>
    <w:rPr>
      <w:color w:val="000000" w:themeColor="text1"/>
      <w:sz w:val="16"/>
    </w:rPr>
  </w:style>
  <w:style w:type="paragraph" w:customStyle="1" w:styleId="Locatie-zwart">
    <w:name w:val="Locatie - zwart"/>
    <w:basedOn w:val="Secundairtype-zwart"/>
    <w:qFormat/>
    <w:rsid w:val="00F1770F"/>
  </w:style>
  <w:style w:type="paragraph" w:customStyle="1" w:styleId="Locatie-groen">
    <w:name w:val="Locatie - groen"/>
    <w:basedOn w:val="Standaard"/>
    <w:rsid w:val="00F1770F"/>
    <w:pPr>
      <w:spacing w:before="200" w:after="120"/>
      <w:ind w:left="144"/>
      <w:contextualSpacing/>
    </w:pPr>
    <w:rPr>
      <w:noProof/>
      <w:sz w:val="16"/>
    </w:rPr>
  </w:style>
  <w:style w:type="paragraph" w:customStyle="1" w:styleId="Ticketgroen">
    <w:name w:val="Ticket groen"/>
    <w:basedOn w:val="Titel"/>
    <w:rsid w:val="00F1770F"/>
    <w:rPr>
      <w:rFonts w:asciiTheme="majorHAnsi" w:hAnsiTheme="majorHAnsi"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gridElsendoorn\AppData\Roaming\Microsoft\Templates\Tickets%20voor%20evenementen%20(tien%20per%20pagina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08E202779BA4DA4B6BFA3099746406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9373DE4-3E43-4755-9FCF-2EF1587C936B}"/>
      </w:docPartPr>
      <w:docPartBody>
        <w:p w:rsidR="00000000" w:rsidRDefault="00000000">
          <w:pPr>
            <w:pStyle w:val="908E202779BA4DA4B6BFA3099746406C"/>
          </w:pPr>
          <w:r w:rsidRPr="00F1770F">
            <w:rPr>
              <w:lang w:bidi="nl-NL"/>
            </w:rPr>
            <w:t>Reeks zomerconcerten</w:t>
          </w:r>
        </w:p>
      </w:docPartBody>
    </w:docPart>
    <w:docPart>
      <w:docPartPr>
        <w:name w:val="E3F0BEC14A4048519DB09E6DCADB1EB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7BE28F8-9701-4805-80CF-6EDC55EA1521}"/>
      </w:docPartPr>
      <w:docPartBody>
        <w:p w:rsidR="00000000" w:rsidRDefault="00000000">
          <w:pPr>
            <w:pStyle w:val="E3F0BEC14A4048519DB09E6DCADB1EB6"/>
          </w:pPr>
          <w:r w:rsidRPr="00F1770F">
            <w:rPr>
              <w:lang w:bidi="nl-NL"/>
            </w:rPr>
            <w:t>TICKET</w:t>
          </w:r>
        </w:p>
      </w:docPartBody>
    </w:docPart>
    <w:docPart>
      <w:docPartPr>
        <w:name w:val="C0C377A867144349BB685F25124DAF8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8C30E4F-1BFB-4C90-BD7B-A810811D9756}"/>
      </w:docPartPr>
      <w:docPartBody>
        <w:p w:rsidR="00000000" w:rsidRDefault="007B490B" w:rsidP="007B490B">
          <w:pPr>
            <w:pStyle w:val="C0C377A867144349BB685F25124DAF87"/>
          </w:pPr>
          <w:r w:rsidRPr="00F1770F">
            <w:rPr>
              <w:lang w:bidi="nl-NL"/>
            </w:rPr>
            <w:t>Reeks zomerconcerten</w:t>
          </w:r>
        </w:p>
      </w:docPartBody>
    </w:docPart>
    <w:docPart>
      <w:docPartPr>
        <w:name w:val="2EEB3A0053984C19B9FEEB9E21E3B5A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F575D57-2136-457F-9D02-C43F1D076747}"/>
      </w:docPartPr>
      <w:docPartBody>
        <w:p w:rsidR="00000000" w:rsidRDefault="007B490B" w:rsidP="007B490B">
          <w:pPr>
            <w:pStyle w:val="2EEB3A0053984C19B9FEEB9E21E3B5AE"/>
          </w:pPr>
          <w:r w:rsidRPr="00F1770F">
            <w:rPr>
              <w:lang w:bidi="nl-NL"/>
            </w:rPr>
            <w:t>TICKET</w:t>
          </w:r>
        </w:p>
      </w:docPartBody>
    </w:docPart>
    <w:docPart>
      <w:docPartPr>
        <w:name w:val="34EF8D07BDD0454F99411D0EE8F06D9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8289ADD-3649-44E6-9519-2A6663E39339}"/>
      </w:docPartPr>
      <w:docPartBody>
        <w:p w:rsidR="00000000" w:rsidRDefault="007B490B" w:rsidP="007B490B">
          <w:pPr>
            <w:pStyle w:val="34EF8D07BDD0454F99411D0EE8F06D94"/>
          </w:pPr>
          <w:r w:rsidRPr="00F1770F">
            <w:rPr>
              <w:lang w:bidi="nl-NL"/>
            </w:rPr>
            <w:t>Reeks zomerconcerten</w:t>
          </w:r>
        </w:p>
      </w:docPartBody>
    </w:docPart>
    <w:docPart>
      <w:docPartPr>
        <w:name w:val="94EA1CE1FF144A91A55AF4B89492CAD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0D6384E-A1C8-4FBC-8FE7-940EBD4FED59}"/>
      </w:docPartPr>
      <w:docPartBody>
        <w:p w:rsidR="00000000" w:rsidRDefault="007B490B" w:rsidP="007B490B">
          <w:pPr>
            <w:pStyle w:val="94EA1CE1FF144A91A55AF4B89492CAD9"/>
          </w:pPr>
          <w:r w:rsidRPr="00F1770F">
            <w:rPr>
              <w:lang w:bidi="nl-NL"/>
            </w:rPr>
            <w:t>TICKET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90B"/>
    <w:rsid w:val="00056989"/>
    <w:rsid w:val="00463EFD"/>
    <w:rsid w:val="007B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nl-NL" w:eastAsia="nl-N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908E202779BA4DA4B6BFA3099746406C">
    <w:name w:val="908E202779BA4DA4B6BFA3099746406C"/>
  </w:style>
  <w:style w:type="paragraph" w:customStyle="1" w:styleId="E3F0BEC14A4048519DB09E6DCADB1EB6">
    <w:name w:val="E3F0BEC14A4048519DB09E6DCADB1EB6"/>
  </w:style>
  <w:style w:type="paragraph" w:customStyle="1" w:styleId="C1D793D5160F4E138D260FB3FB688B6B">
    <w:name w:val="C1D793D5160F4E138D260FB3FB688B6B"/>
  </w:style>
  <w:style w:type="paragraph" w:customStyle="1" w:styleId="07B3FAE829FD479FAC42BF7ED6F2E3CF">
    <w:name w:val="07B3FAE829FD479FAC42BF7ED6F2E3CF"/>
  </w:style>
  <w:style w:type="paragraph" w:customStyle="1" w:styleId="1F5593D101C04D35AA4629C91784CB78">
    <w:name w:val="1F5593D101C04D35AA4629C91784CB78"/>
  </w:style>
  <w:style w:type="paragraph" w:customStyle="1" w:styleId="A181AD689D874483A86416C3942B4585">
    <w:name w:val="A181AD689D874483A86416C3942B4585"/>
  </w:style>
  <w:style w:type="paragraph" w:customStyle="1" w:styleId="71FAB08F330A43628C823FC84066873A">
    <w:name w:val="71FAB08F330A43628C823FC84066873A"/>
  </w:style>
  <w:style w:type="paragraph" w:customStyle="1" w:styleId="838D1DBC998849058732E8B99DF4B580">
    <w:name w:val="838D1DBC998849058732E8B99DF4B580"/>
  </w:style>
  <w:style w:type="paragraph" w:customStyle="1" w:styleId="D7E7B831CC524B7982215B8D95A2613B">
    <w:name w:val="D7E7B831CC524B7982215B8D95A2613B"/>
  </w:style>
  <w:style w:type="paragraph" w:customStyle="1" w:styleId="57612CEDDD844710B878584B9BBA468B">
    <w:name w:val="57612CEDDD844710B878584B9BBA468B"/>
  </w:style>
  <w:style w:type="paragraph" w:customStyle="1" w:styleId="9BFD87BACBF3423CBB40E50F208A755E">
    <w:name w:val="9BFD87BACBF3423CBB40E50F208A755E"/>
  </w:style>
  <w:style w:type="paragraph" w:customStyle="1" w:styleId="68E07B7A41A448DF9E8CC62570810479">
    <w:name w:val="68E07B7A41A448DF9E8CC62570810479"/>
  </w:style>
  <w:style w:type="paragraph" w:customStyle="1" w:styleId="0A95F658A5BC447B8207789579C8F86A">
    <w:name w:val="0A95F658A5BC447B8207789579C8F86A"/>
  </w:style>
  <w:style w:type="paragraph" w:customStyle="1" w:styleId="D29A53E7CED14E7A81BFC33BD219C74B">
    <w:name w:val="D29A53E7CED14E7A81BFC33BD219C74B"/>
  </w:style>
  <w:style w:type="paragraph" w:customStyle="1" w:styleId="40F1DE0D2B2F4A90953AAD4F9B9497AD">
    <w:name w:val="40F1DE0D2B2F4A90953AAD4F9B9497AD"/>
  </w:style>
  <w:style w:type="paragraph" w:customStyle="1" w:styleId="A8B3EE8C1BAB475FBB665542485A1BCC">
    <w:name w:val="A8B3EE8C1BAB475FBB665542485A1BCC"/>
  </w:style>
  <w:style w:type="paragraph" w:customStyle="1" w:styleId="9B050417EF144D7AA27A28E0C5145337">
    <w:name w:val="9B050417EF144D7AA27A28E0C5145337"/>
  </w:style>
  <w:style w:type="paragraph" w:customStyle="1" w:styleId="1B9ED64D04AE48A4A5DFCFB9EC008C76">
    <w:name w:val="1B9ED64D04AE48A4A5DFCFB9EC008C76"/>
  </w:style>
  <w:style w:type="paragraph" w:customStyle="1" w:styleId="2F5F6526E490464EBBA0E981D7C5773E">
    <w:name w:val="2F5F6526E490464EBBA0E981D7C5773E"/>
  </w:style>
  <w:style w:type="paragraph" w:customStyle="1" w:styleId="0A65401336F3489F9E8E72A4C446F03C">
    <w:name w:val="0A65401336F3489F9E8E72A4C446F03C"/>
  </w:style>
  <w:style w:type="paragraph" w:customStyle="1" w:styleId="CCB053B45A6548168E27F2A43D0B0D11">
    <w:name w:val="CCB053B45A6548168E27F2A43D0B0D11"/>
  </w:style>
  <w:style w:type="paragraph" w:customStyle="1" w:styleId="44678A1D617F4FD79DC6214969ACD937">
    <w:name w:val="44678A1D617F4FD79DC6214969ACD937"/>
  </w:style>
  <w:style w:type="paragraph" w:customStyle="1" w:styleId="3B705D0AD36E481A88729701EF372986">
    <w:name w:val="3B705D0AD36E481A88729701EF372986"/>
  </w:style>
  <w:style w:type="paragraph" w:customStyle="1" w:styleId="0D8457D045A84FCFAD4C9C5620BB9ACA">
    <w:name w:val="0D8457D045A84FCFAD4C9C5620BB9ACA"/>
  </w:style>
  <w:style w:type="paragraph" w:customStyle="1" w:styleId="B73D3E08E21A4B328C364FBD39336474">
    <w:name w:val="B73D3E08E21A4B328C364FBD39336474"/>
  </w:style>
  <w:style w:type="paragraph" w:customStyle="1" w:styleId="5161025C05884D5EA6308D6734B8FB50">
    <w:name w:val="5161025C05884D5EA6308D6734B8FB50"/>
  </w:style>
  <w:style w:type="paragraph" w:customStyle="1" w:styleId="03FB2C16B4A9457F9F90843F3EBF0543">
    <w:name w:val="03FB2C16B4A9457F9F90843F3EBF0543"/>
  </w:style>
  <w:style w:type="paragraph" w:customStyle="1" w:styleId="A16C7C8524A740E18933673C6FC8B3DD">
    <w:name w:val="A16C7C8524A740E18933673C6FC8B3DD"/>
  </w:style>
  <w:style w:type="paragraph" w:customStyle="1" w:styleId="96088585E3E041AA96102EA1455A1BF2">
    <w:name w:val="96088585E3E041AA96102EA1455A1BF2"/>
  </w:style>
  <w:style w:type="paragraph" w:customStyle="1" w:styleId="FEF159A12CB64EB9932D7851C1FDA3DC">
    <w:name w:val="FEF159A12CB64EB9932D7851C1FDA3DC"/>
  </w:style>
  <w:style w:type="paragraph" w:customStyle="1" w:styleId="9B9CE03BFC474334A7BE470B8A32CB88">
    <w:name w:val="9B9CE03BFC474334A7BE470B8A32CB88"/>
    <w:rsid w:val="007B490B"/>
  </w:style>
  <w:style w:type="paragraph" w:customStyle="1" w:styleId="C25FDD3872024BB9879BD583F70113C7">
    <w:name w:val="C25FDD3872024BB9879BD583F70113C7"/>
    <w:rsid w:val="007B490B"/>
  </w:style>
  <w:style w:type="paragraph" w:customStyle="1" w:styleId="00475F1C30F74F208D5F5B7D942F23C5">
    <w:name w:val="00475F1C30F74F208D5F5B7D942F23C5"/>
    <w:rsid w:val="007B490B"/>
  </w:style>
  <w:style w:type="paragraph" w:customStyle="1" w:styleId="B0EBD7AA7DB244CA8224EE6022AF2F85">
    <w:name w:val="B0EBD7AA7DB244CA8224EE6022AF2F85"/>
    <w:rsid w:val="007B490B"/>
  </w:style>
  <w:style w:type="paragraph" w:customStyle="1" w:styleId="C0C377A867144349BB685F25124DAF87">
    <w:name w:val="C0C377A867144349BB685F25124DAF87"/>
    <w:rsid w:val="007B490B"/>
  </w:style>
  <w:style w:type="paragraph" w:customStyle="1" w:styleId="2EEB3A0053984C19B9FEEB9E21E3B5AE">
    <w:name w:val="2EEB3A0053984C19B9FEEB9E21E3B5AE"/>
    <w:rsid w:val="007B490B"/>
  </w:style>
  <w:style w:type="paragraph" w:customStyle="1" w:styleId="49FF0000ED5545DE994A1ACA4B04FAF8">
    <w:name w:val="49FF0000ED5545DE994A1ACA4B04FAF8"/>
    <w:rsid w:val="007B490B"/>
  </w:style>
  <w:style w:type="paragraph" w:customStyle="1" w:styleId="45C7C7FB6C994E02953FD57B0C39C331">
    <w:name w:val="45C7C7FB6C994E02953FD57B0C39C331"/>
    <w:rsid w:val="007B490B"/>
  </w:style>
  <w:style w:type="paragraph" w:customStyle="1" w:styleId="34EF8D07BDD0454F99411D0EE8F06D94">
    <w:name w:val="34EF8D07BDD0454F99411D0EE8F06D94"/>
    <w:rsid w:val="007B490B"/>
  </w:style>
  <w:style w:type="paragraph" w:customStyle="1" w:styleId="94EA1CE1FF144A91A55AF4B89492CAD9">
    <w:name w:val="94EA1CE1FF144A91A55AF4B89492CAD9"/>
    <w:rsid w:val="007B490B"/>
  </w:style>
  <w:style w:type="paragraph" w:customStyle="1" w:styleId="C184EE02136640448008AB13B3AEBCE7">
    <w:name w:val="C184EE02136640448008AB13B3AEBCE7"/>
    <w:rsid w:val="007B490B"/>
  </w:style>
  <w:style w:type="paragraph" w:customStyle="1" w:styleId="008896757FE740A7BF9C0E91A1BF572A">
    <w:name w:val="008896757FE740A7BF9C0E91A1BF572A"/>
    <w:rsid w:val="007B490B"/>
  </w:style>
  <w:style w:type="paragraph" w:customStyle="1" w:styleId="E5435D5B7D6943C3B4FDCFABA70AD126">
    <w:name w:val="E5435D5B7D6943C3B4FDCFABA70AD126"/>
    <w:rsid w:val="007B490B"/>
  </w:style>
  <w:style w:type="paragraph" w:customStyle="1" w:styleId="9B84772DB447414F83E8FAF12097D384">
    <w:name w:val="9B84772DB447414F83E8FAF12097D384"/>
    <w:rsid w:val="007B490B"/>
  </w:style>
  <w:style w:type="paragraph" w:customStyle="1" w:styleId="D717D73B3E3F41689BF204089AE25E55">
    <w:name w:val="D717D73B3E3F41689BF204089AE25E55"/>
    <w:rsid w:val="007B490B"/>
  </w:style>
  <w:style w:type="paragraph" w:customStyle="1" w:styleId="B689544B390E496C91E001DFB9131464">
    <w:name w:val="B689544B390E496C91E001DFB9131464"/>
    <w:rsid w:val="007B490B"/>
  </w:style>
  <w:style w:type="paragraph" w:customStyle="1" w:styleId="EC615AE3DA524D9E942E2B8F4DBE29E0">
    <w:name w:val="EC615AE3DA524D9E942E2B8F4DBE29E0"/>
    <w:rsid w:val="007B490B"/>
  </w:style>
  <w:style w:type="paragraph" w:customStyle="1" w:styleId="8E5982580F4E45C5AF7D3EBE8F0694E9">
    <w:name w:val="8E5982580F4E45C5AF7D3EBE8F0694E9"/>
    <w:rsid w:val="007B49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atcha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A49D51"/>
      </a:accent1>
      <a:accent2>
        <a:srgbClr val="73784A"/>
      </a:accent2>
      <a:accent3>
        <a:srgbClr val="D6CEA5"/>
      </a:accent3>
      <a:accent4>
        <a:srgbClr val="727562"/>
      </a:accent4>
      <a:accent5>
        <a:srgbClr val="4A4D3A"/>
      </a:accent5>
      <a:accent6>
        <a:srgbClr val="84BFA3"/>
      </a:accent6>
      <a:hlink>
        <a:srgbClr val="0563C1"/>
      </a:hlink>
      <a:folHlink>
        <a:srgbClr val="954F72"/>
      </a:folHlink>
    </a:clrScheme>
    <a:fontScheme name="Custom 94">
      <a:majorFont>
        <a:latin typeface="Georgia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5CC3BA74-CE05-4BC4-8FF7-9DDFCD8514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B3340C-8C12-493C-89FD-DEA9F30AD2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EA371-98AA-432B-B88C-31B335969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0D69DD-5BB1-4E20-A270-BB6A8457C9E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Tickets voor evenementen (tien per pagina)</Template>
  <TotalTime>17</TotalTime>
  <Pages>1</Pages>
  <Words>15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Elsendoorn</dc:creator>
  <cp:keywords/>
  <dc:description/>
  <cp:lastModifiedBy>Ingrid Elsendoorn</cp:lastModifiedBy>
  <cp:revision>1</cp:revision>
  <cp:lastPrinted>2024-05-28T12:56:00Z</cp:lastPrinted>
  <dcterms:created xsi:type="dcterms:W3CDTF">2024-05-28T12:54:00Z</dcterms:created>
  <dcterms:modified xsi:type="dcterms:W3CDTF">2024-05-28T13:14:00Z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